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625" w:rsidRDefault="00367625">
      <w:pPr>
        <w:pStyle w:val="NoSpacing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</w:t>
      </w:r>
    </w:p>
    <w:p w:rsidR="00367625" w:rsidRDefault="00367625">
      <w:pPr>
        <w:pStyle w:val="NoSpacing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uchwały XIX/102/2016</w:t>
      </w:r>
    </w:p>
    <w:p w:rsidR="00367625" w:rsidRDefault="00367625">
      <w:pPr>
        <w:pStyle w:val="NoSpacing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Rady Gminy Radziejowice</w:t>
      </w:r>
    </w:p>
    <w:p w:rsidR="00367625" w:rsidRDefault="00367625">
      <w:pPr>
        <w:pStyle w:val="NoSpacing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dnia 28.012016r.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7625" w:rsidRDefault="00367625">
      <w:pPr>
        <w:pStyle w:val="NoSpacing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67625" w:rsidRDefault="00367625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GMINNY PROGRAM PROFILAKTYKI</w:t>
      </w:r>
    </w:p>
    <w:p w:rsidR="00367625" w:rsidRDefault="00367625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I ROZWIĄZYWANIA PROBLEMÓW ALKOHOLOWYCH</w:t>
      </w:r>
    </w:p>
    <w:p w:rsidR="00367625" w:rsidRDefault="00367625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ORAZ PRZECIWDZIAŁANIA NARKOMANII</w:t>
      </w:r>
    </w:p>
    <w:p w:rsidR="00367625" w:rsidRDefault="00367625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W GMINIE RADZIEJOWICE</w:t>
      </w:r>
    </w:p>
    <w:p w:rsidR="00367625" w:rsidRDefault="00367625">
      <w:pPr>
        <w:pStyle w:val="NoSpacing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NA  ROK 2016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1425">
        <w:rPr>
          <w:rFonts w:ascii="Times New Roman" w:hAnsi="Times New Roman" w:cs="Times New Roman"/>
          <w:noProof/>
          <w:sz w:val="24"/>
          <w:szCs w:val="24"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style="width:429pt;height:265.5pt;visibility:visible">
            <v:imagedata r:id="rId7" o:title=""/>
          </v:shape>
        </w:pict>
      </w:r>
    </w:p>
    <w:p w:rsidR="00367625" w:rsidRDefault="00367625">
      <w:pPr>
        <w:spacing w:line="360" w:lineRule="auto"/>
        <w:rPr>
          <w:b/>
          <w:bCs/>
        </w:rPr>
      </w:pPr>
      <w:r>
        <w:rPr>
          <w:b/>
          <w:bCs/>
        </w:rPr>
        <w:br w:type="page"/>
        <w:t xml:space="preserve">I. WPROWADZENIE  </w:t>
      </w:r>
    </w:p>
    <w:p w:rsidR="00367625" w:rsidRDefault="00367625">
      <w:pPr>
        <w:pStyle w:val="Default"/>
        <w:spacing w:line="360" w:lineRule="auto"/>
        <w:jc w:val="both"/>
      </w:pPr>
      <w:r>
        <w:t xml:space="preserve">Z punktu widzenia rozmiarów oddziaływania oraz skutków społeczno – ekonomicznych alkoholizm, narkomania i przemoc w rodzinie są jednymi z najtrudniejszych do  rozwiązania problemami społecznymi w Polsce.  Wynika to głównie z ich rozmiarów, złożoności, a także trudności w zidentyfikowaniu, ujawnieniu problemu i leczeniu uzależnień. Dodatkową trudność stanowi fakt, iż alkohol jest z jednej strony  legalnym towarem rynkowym a z drugiej narzędziem powodującym, szkody społeczne, ekonomiczne i zdrowotne.  W celu uregulowania tego zagadnienia wprowadzona została ustawa z dnia 26 października 1986 r. o wychowaniu w trzeźwości  i przeciwdziałaniu alkoholizmowi (Dz. U. z 2015 r., poz. 1286), która nakłada na samorządy gminne zadania w obszarze profilaktyki i rozwiązywania problemów alkoholowych poprzez wypracowywanie Gminnych Programów Profilaktyki i Rozwiązywania Problemów Alkoholowych.  Natomiast zgodnie z art. 10 ust 1 ustawy z dnia 29 lipca 2005 r. </w:t>
      </w:r>
      <w:r>
        <w:br/>
        <w:t xml:space="preserve">o przeciwdziałaniu narkomanii (Dz. U. z 2012 r.,  poz. 124  z późn. zm.) do zadań własnych gminy należy przeciwdziałanie narkomanii. W celu realizacji tych zadań  koniecznym jest opracowywanie Gminnych Programów Przeciwdziałania Narkomanii.  Gminny Program Profilaktyki i Rozwiązywania Problemów Alkoholowych </w:t>
      </w:r>
      <w:r>
        <w:br/>
        <w:t xml:space="preserve">oraz Przeciwdziałania Narkomanii w Gminie Radziejowice na rok 2016 stanowi więc odpowiedź na oba zapisy ustaw, określa lokalną strategię w zakresie profilaktyki uzależnień oraz minimalizacji szkód społecznych i indywidualnych wynikających </w:t>
      </w:r>
      <w:r>
        <w:br/>
        <w:t>z używania alkoholu i narkotyków.</w:t>
      </w:r>
    </w:p>
    <w:p w:rsidR="00367625" w:rsidRDefault="00367625">
      <w:pPr>
        <w:pStyle w:val="Default"/>
        <w:spacing w:line="360" w:lineRule="auto"/>
        <w:jc w:val="both"/>
        <w:rPr>
          <w:color w:val="auto"/>
        </w:rPr>
      </w:pPr>
      <w:r>
        <w:rPr>
          <w:color w:val="auto"/>
        </w:rPr>
        <w:t xml:space="preserve">Budowanie spójnej strategii przeciwdziałania problemom uzależnień w Gminie Radziejowice poprzedzone zostało analizą zidentyfikowanych problemów, na podstawie której określono </w:t>
      </w:r>
      <w:r>
        <w:rPr>
          <w:color w:val="auto"/>
          <w:u w:val="single"/>
        </w:rPr>
        <w:t>Cel Główny Programu</w:t>
      </w:r>
      <w:r>
        <w:rPr>
          <w:color w:val="auto"/>
        </w:rPr>
        <w:t>:</w:t>
      </w:r>
    </w:p>
    <w:p w:rsidR="00367625" w:rsidRDefault="00367625">
      <w:pPr>
        <w:pStyle w:val="Default"/>
        <w:spacing w:line="360" w:lineRule="auto"/>
        <w:jc w:val="both"/>
      </w:pPr>
    </w:p>
    <w:p w:rsidR="00367625" w:rsidRDefault="00367625">
      <w:pPr>
        <w:pStyle w:val="Default"/>
        <w:spacing w:line="360" w:lineRule="auto"/>
        <w:jc w:val="both"/>
        <w:rPr>
          <w:b/>
          <w:bCs/>
          <w:color w:val="auto"/>
        </w:rPr>
      </w:pPr>
      <w:r>
        <w:rPr>
          <w:b/>
          <w:bCs/>
        </w:rPr>
        <w:t xml:space="preserve">ograniczenie szkód zdrowotnych i zaburzeń życia rodzinnego, wynikających </w:t>
      </w:r>
      <w:r>
        <w:rPr>
          <w:b/>
          <w:bCs/>
        </w:rPr>
        <w:br/>
        <w:t>z używania alkoholu i innych substancji psychoaktywnych oraz zjawiska picia alkoholu, używania narkotyków i podejmowania innych zachowań ryzykownych przez dzieci , młodzież oraz osoby dorosłe mieszkające i przebywające na terenie Gminy Radziejowice</w:t>
      </w:r>
      <w:r>
        <w:rPr>
          <w:b/>
          <w:bCs/>
          <w:color w:val="auto"/>
        </w:rPr>
        <w:t xml:space="preserve">, </w:t>
      </w:r>
    </w:p>
    <w:p w:rsidR="00367625" w:rsidRDefault="00367625">
      <w:pPr>
        <w:pStyle w:val="Default"/>
        <w:spacing w:line="360" w:lineRule="auto"/>
        <w:jc w:val="both"/>
        <w:rPr>
          <w:color w:val="auto"/>
        </w:rPr>
      </w:pPr>
    </w:p>
    <w:p w:rsidR="00367625" w:rsidRDefault="00367625">
      <w:pPr>
        <w:pStyle w:val="Default"/>
        <w:spacing w:line="360" w:lineRule="auto"/>
        <w:jc w:val="both"/>
        <w:rPr>
          <w:color w:val="auto"/>
        </w:rPr>
      </w:pPr>
      <w:r>
        <w:rPr>
          <w:color w:val="auto"/>
        </w:rPr>
        <w:t xml:space="preserve">wskazano kierunki działań profilaktycznych, terapeutycznych  i inwestycyjnych </w:t>
      </w:r>
      <w:r>
        <w:rPr>
          <w:color w:val="auto"/>
        </w:rPr>
        <w:br/>
        <w:t xml:space="preserve">oraz najefektywniejsze ścieżki realizacji przedsięwzięć we współpracy z różnymi środowiskami prowadzącymi działania w określonym zakresie. Zaplanowane przedsięwzięcia  wynikają z kompleksowego i systematycznego  podejścia do problemu uzależnień od napojów alkoholowych, środków psychoaktywnych oraz przemocy związanej z uzależnieniem.       </w:t>
      </w:r>
    </w:p>
    <w:p w:rsidR="00367625" w:rsidRDefault="00367625">
      <w:pPr>
        <w:pStyle w:val="Default"/>
        <w:spacing w:line="360" w:lineRule="auto"/>
        <w:jc w:val="both"/>
      </w:pPr>
      <w:r>
        <w:t>W trakcie opracowywania programu kluczową kwestią było racjonalne określenie zadań     i zdefiniowanie adekwatnych wskaźników ich realizacji, które pozwolą w sposób przejrzysty uwidocznić efekty wdrażania programu i będą możliwe do osiągnięcia przez wszystkich jego realizatorów tj. Gminną Komisję Rozwiązywania Problemów Alkoholowych, Jednostki Organizacyjne Gminy Radziejowice m.in. Gminny Ośrodek Pomocy Społecznej w Radziejowicach, Szkoły i Przedszkola z terenu Gminy Radziejowice, Policja,  Gminny Ośrodek Kultury – „Powozownia” w Radziejowicach, Gminna Biblioteka Publiczna w Radziejowicach oraz  Inne Podmioty  prowadzące działania o charakterze profilaktycznym na rzecz mieszkańców Gminy Radziejowice.</w:t>
      </w:r>
    </w:p>
    <w:p w:rsidR="00367625" w:rsidRDefault="00367625">
      <w:pPr>
        <w:pStyle w:val="Default"/>
        <w:spacing w:line="360" w:lineRule="auto"/>
        <w:jc w:val="both"/>
        <w:rPr>
          <w:color w:val="auto"/>
        </w:rPr>
      </w:pPr>
      <w:r>
        <w:rPr>
          <w:color w:val="auto"/>
        </w:rPr>
        <w:t xml:space="preserve">Przy opracowaniu Programu uwzględnione zostały wskazówki wynikające                          z „Rekomendacji Państwowej Agencji Rozwiązywania Problemów Alkoholowych              do realizowania i finansowania gminnych programów profilaktyki i rozwiązywania problemów alkoholowych”. Wykorzystano również publikację Krajowego Biura              ds. Zapobiegania Narkomanii pn. „Zasady tworzenia Gminnych Programów Przeciwdziałania Narkomanii”. </w:t>
      </w:r>
    </w:p>
    <w:p w:rsidR="00367625" w:rsidRDefault="00367625">
      <w:pPr>
        <w:pStyle w:val="Default"/>
        <w:spacing w:line="360" w:lineRule="auto"/>
        <w:jc w:val="both"/>
        <w:rPr>
          <w:color w:val="auto"/>
        </w:rPr>
      </w:pPr>
    </w:p>
    <w:p w:rsidR="00367625" w:rsidRDefault="00367625">
      <w:pPr>
        <w:spacing w:line="360" w:lineRule="auto"/>
        <w:rPr>
          <w:b/>
          <w:bCs/>
        </w:rPr>
      </w:pPr>
      <w:r>
        <w:rPr>
          <w:b/>
          <w:bCs/>
        </w:rPr>
        <w:t xml:space="preserve">II. PODSTAWY PRAWNE PROGRAMU  </w:t>
      </w:r>
    </w:p>
    <w:p w:rsidR="00367625" w:rsidRDefault="00367625">
      <w:pPr>
        <w:spacing w:line="360" w:lineRule="auto"/>
        <w:jc w:val="both"/>
        <w:rPr>
          <w:u w:val="single"/>
        </w:rPr>
      </w:pPr>
      <w:r>
        <w:rPr>
          <w:u w:val="single"/>
        </w:rPr>
        <w:t xml:space="preserve">Ustawy: </w:t>
      </w:r>
    </w:p>
    <w:p w:rsidR="00367625" w:rsidRDefault="00367625">
      <w:pPr>
        <w:spacing w:line="360" w:lineRule="auto"/>
        <w:jc w:val="both"/>
      </w:pPr>
      <w:r>
        <w:t xml:space="preserve">1. ustawa z dnia 26 października 1982 roku o wychowaniu w trzeźwości i przeciwdziałaniu alkoholizmowi ( Dz. U. z 2015 r. poz. 1286), </w:t>
      </w:r>
    </w:p>
    <w:p w:rsidR="00367625" w:rsidRDefault="00367625">
      <w:pPr>
        <w:spacing w:line="360" w:lineRule="auto"/>
        <w:jc w:val="both"/>
      </w:pPr>
      <w:r>
        <w:t xml:space="preserve">2. ustawa z dnia 29 lipca 2005 roku o przeciwdziałaniu narkomanii </w:t>
      </w:r>
      <w:r>
        <w:br/>
        <w:t xml:space="preserve">(Dz. U. z 2012 r.,  poz. 124 z późn. zm.), </w:t>
      </w:r>
    </w:p>
    <w:p w:rsidR="00367625" w:rsidRDefault="00367625">
      <w:pPr>
        <w:spacing w:line="360" w:lineRule="auto"/>
        <w:jc w:val="both"/>
      </w:pPr>
      <w:r>
        <w:t xml:space="preserve">3. ustawa z dnia 29 lipca 2005 roku o przeciwdziałaniu przemocy w rodzinie </w:t>
      </w:r>
      <w:r>
        <w:br/>
        <w:t>(Dz. U.  z 2015 r. poz. 1390),</w:t>
      </w:r>
    </w:p>
    <w:p w:rsidR="00367625" w:rsidRDefault="00367625">
      <w:pPr>
        <w:spacing w:line="360" w:lineRule="auto"/>
        <w:jc w:val="both"/>
      </w:pPr>
      <w:r>
        <w:t xml:space="preserve">4. ustawa z dnia 15 kwietnia 2011 roku o działalności leczniczej </w:t>
      </w:r>
      <w:r>
        <w:br/>
        <w:t xml:space="preserve">(Dz. U. z 2015 r. poz. 618 z późn. zm.).   </w:t>
      </w:r>
    </w:p>
    <w:p w:rsidR="00367625" w:rsidRDefault="00367625">
      <w:pPr>
        <w:spacing w:line="360" w:lineRule="auto"/>
      </w:pPr>
    </w:p>
    <w:p w:rsidR="00367625" w:rsidRDefault="00367625">
      <w:pPr>
        <w:spacing w:line="360" w:lineRule="auto"/>
        <w:rPr>
          <w:u w:val="single"/>
        </w:rPr>
      </w:pPr>
      <w:r>
        <w:rPr>
          <w:u w:val="single"/>
        </w:rPr>
        <w:t xml:space="preserve">Programy krajowe: </w:t>
      </w:r>
    </w:p>
    <w:p w:rsidR="00367625" w:rsidRDefault="00367625">
      <w:pPr>
        <w:spacing w:line="360" w:lineRule="auto"/>
      </w:pPr>
      <w:r>
        <w:t xml:space="preserve">1. Narodowy Program Profilaktyki i Rozwiązywania Problemów Alkoholowych na lata 2011-2015 z dnia 22 marca 2011 roku, </w:t>
      </w:r>
    </w:p>
    <w:p w:rsidR="00367625" w:rsidRDefault="00367625">
      <w:pPr>
        <w:spacing w:line="360" w:lineRule="auto"/>
      </w:pPr>
      <w:r>
        <w:t xml:space="preserve"> 2. Krajowy Program Przeciwdziałania Narkomanii na lata 2011-2016 z dnia 22 marca 2011 roku.    </w:t>
      </w:r>
    </w:p>
    <w:p w:rsidR="00367625" w:rsidRDefault="00367625">
      <w:pPr>
        <w:spacing w:line="360" w:lineRule="auto"/>
      </w:pPr>
    </w:p>
    <w:p w:rsidR="00367625" w:rsidRDefault="00367625">
      <w:pPr>
        <w:spacing w:line="360" w:lineRule="auto"/>
        <w:rPr>
          <w:u w:val="single"/>
        </w:rPr>
      </w:pPr>
      <w:r>
        <w:rPr>
          <w:u w:val="single"/>
        </w:rPr>
        <w:t>Programy regionalne:</w:t>
      </w:r>
    </w:p>
    <w:p w:rsidR="00367625" w:rsidRDefault="00367625">
      <w:pPr>
        <w:pStyle w:val="Default"/>
        <w:numPr>
          <w:ilvl w:val="0"/>
          <w:numId w:val="28"/>
        </w:numPr>
        <w:spacing w:line="360" w:lineRule="auto"/>
        <w:ind w:left="360"/>
      </w:pPr>
      <w:r>
        <w:t>Strategia Polityki Społecznej Województwa Mazowieckiego na lata 2014-2020 (Uchwała Nr 218/14.Sejmiku Województwa Mazowieckiego z dnia 3 listopada 2014r.)</w:t>
      </w:r>
    </w:p>
    <w:p w:rsidR="00367625" w:rsidRDefault="00367625">
      <w:pPr>
        <w:pStyle w:val="Default"/>
        <w:spacing w:line="360" w:lineRule="auto"/>
        <w:rPr>
          <w:b/>
          <w:bCs/>
        </w:rPr>
      </w:pPr>
    </w:p>
    <w:p w:rsidR="00367625" w:rsidRDefault="00367625">
      <w:pPr>
        <w:pStyle w:val="Default"/>
        <w:spacing w:line="360" w:lineRule="auto"/>
        <w:rPr>
          <w:u w:val="single"/>
        </w:rPr>
      </w:pPr>
      <w:r>
        <w:rPr>
          <w:u w:val="single"/>
        </w:rPr>
        <w:t>Programy gminne:</w:t>
      </w:r>
    </w:p>
    <w:p w:rsidR="00367625" w:rsidRDefault="00367625">
      <w:pPr>
        <w:pStyle w:val="Default"/>
        <w:numPr>
          <w:ilvl w:val="0"/>
          <w:numId w:val="29"/>
        </w:numPr>
        <w:spacing w:line="360" w:lineRule="auto"/>
        <w:ind w:left="360"/>
      </w:pPr>
      <w:r>
        <w:t>Uchwała  Nr IX/37/2015 Rady Gminy  Radziejowice z dnia 12.05.2015r. w sprawie uchwalenia Gminnej Strategii Rozwiązywania Problemów Społecznych Gminy Radziejowice na lata 2015-2022.</w:t>
      </w:r>
    </w:p>
    <w:p w:rsidR="00367625" w:rsidRDefault="00367625">
      <w:pPr>
        <w:pStyle w:val="Default"/>
        <w:spacing w:line="360" w:lineRule="auto"/>
      </w:pP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III. DIAGNOZA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Poniżej zamieszczono najważniejsze ustalenia diagnozy wraz z wnioskami </w:t>
      </w:r>
      <w:r>
        <w:rPr>
          <w:rFonts w:ascii="Times New Roman" w:hAnsi="Times New Roman" w:cs="Times New Roman"/>
          <w:sz w:val="24"/>
          <w:szCs w:val="24"/>
        </w:rPr>
        <w:br/>
        <w:t xml:space="preserve">i rekomendacjami, które służą  sformułowaniu Programu Profilaktyki. Na podstawie badań przeprowadzonych w poprzednich latach wśród uczniów Szkół Podstawowych oraz Gimnazjum na terenie Gminy, wskazać można następujące wnioski </w:t>
      </w:r>
      <w:r>
        <w:rPr>
          <w:rFonts w:ascii="Times New Roman" w:hAnsi="Times New Roman" w:cs="Times New Roman"/>
          <w:sz w:val="24"/>
          <w:szCs w:val="24"/>
        </w:rPr>
        <w:br/>
        <w:t xml:space="preserve">w obszarze lokalnej diagnozy problemów alkoholowych i innych zagrożeń społecznych. 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Najczęściej wymienianym przez młodzież problemem społecznym jest alkoholizm. Wymienia go 44 % badanych. Narkomanię wskazało 26% badanych. Zdecydowana większość badanych określiła te dwa zjawiska jako najbardziej zagrażające społeczeństwu. 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Wśród młodzieży gimnazjalnej tylko 12% badanych deklaruje, że nie pije alkoholu. Potwierdza się więc teza o wzroście zachowań ryzykownych wśród młodzieży. Co gorsza picie młodzieży przestaje być sporadycznym wyskokiem, a staje się obyczajem. 58% gimnazjalistów piło alkohol w ciągu ostatnich 30 dni. Najczęściej spożywanym </w:t>
      </w:r>
      <w:r>
        <w:rPr>
          <w:rFonts w:ascii="Times New Roman" w:hAnsi="Times New Roman" w:cs="Times New Roman"/>
          <w:sz w:val="24"/>
          <w:szCs w:val="24"/>
        </w:rPr>
        <w:br/>
        <w:t xml:space="preserve">przez młodzież napojem alkoholowym jest piwo. Młodzież jest przekonana, że piwo nie jest tak szkodliwe jak wódka. Spożywanie tego trunku może wynikać z jego większej dostępności, niższej ceny. 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Młodzież sięga po alkohol nie tylko po to, żeby się zabawić i rozerwać ale również traktują alkohol jako lekarstwo na swoje problemy. Takie podejście nie daje możliwości realnego zmierzenia się z problemami oraz ich rozwiązania. Stan upojenia alkoholowego powoduje, że młody człowiek ma poczucie, że problem zniknął, jednak w rzeczywistości został odsunięty w czasie. 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Podobne motywy wymieniane są przy problemie narkotyków. Niepokojący jest fakt, </w:t>
      </w:r>
      <w:r>
        <w:rPr>
          <w:rFonts w:ascii="Times New Roman" w:hAnsi="Times New Roman" w:cs="Times New Roman"/>
          <w:sz w:val="24"/>
          <w:szCs w:val="24"/>
        </w:rPr>
        <w:br/>
        <w:t xml:space="preserve">że młodzież ma coraz łatwiejszy dostęp do środków odurzających. GKRPA w ostatnich latach spotyka się z problemem uzależnień krzyżowych. Dostępne środki energetyzujące </w:t>
      </w:r>
      <w:r>
        <w:rPr>
          <w:rFonts w:ascii="Times New Roman" w:hAnsi="Times New Roman" w:cs="Times New Roman"/>
          <w:sz w:val="24"/>
          <w:szCs w:val="24"/>
        </w:rPr>
        <w:br/>
        <w:t xml:space="preserve">w legalnej sprzedaży wyuczają w młodym człowieku przyzwyczajenia do stosowania substancji wspomagających, które po latach spożywania przestają wystarczać młodemu człowiekowi, który mając doświadczenia nie pociągające za ich stosowanie konsekwencji zaczynają próbować mocniejszych substancji. 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ostatnich latach pojawiają się nowe zagrożenia, którym ulega młodzież, związane </w:t>
      </w:r>
      <w:r>
        <w:rPr>
          <w:rFonts w:ascii="Times New Roman" w:hAnsi="Times New Roman" w:cs="Times New Roman"/>
          <w:sz w:val="24"/>
          <w:szCs w:val="24"/>
        </w:rPr>
        <w:br/>
        <w:t xml:space="preserve">z rozwojem technologii oraz dużą dostępnością do dóbr. Duży odsetek młodzieży zbyt długo pozostaje przy komputerze. Internet staje się sposobem na ucieczkę od problemów, zastępuje kontakty z żywym człowiekiem. Poczucie pozornej anonimowości jaką daje Internet oraz możliwość zbudowania swojej postaci w sposób jaki chcielibyśmy funkcjonować w rzeczywistości pogłębia uzależnienie od komputera oraz Internetu. Badania nt. spędzania czasu wolnego wykonano w szkołach podstawowych na terenie Gminy. Tylko 22% uczniów szkół podstawowych stwierdziło, że przed komputerem spędza mniej niż jedną godzinę, 66% stwierdziło, że dziennie przed komputerem spędza od 1 do 3 godzin. Istnieje też niewielki odsetek osób, które spędzają przed ekranem komputera ponad 3 godziny a nawet do 5 godzin. Jest to już sygnał ostrzegawczy, aby uświadomić dzieci i rodziców, że jest to zbyt wiele czasu. 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Wielu uczniów lubi spędzać aktywnie czas (na podwórku, na boisku,  u kolegi/koleżanki). 25 % badanych uczniów wskazała oglądanie telewizji oraz granie przy komputerze jako ulubioną formę spędzania czasu. 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Warto podkreślić, że Gmina podejmuje różnorodne działania, aby skala negatywnych zjawisk ulegała zmniejszeniu.  Należy też pamiętać, że w dzisiejszej dobie uzależnienie to nie tylko alkohol i narkotyki. Młodzież czerpie swoją wiedzę z Internetu, gdzie ludzie opisują swoje doświadczenia, jak i gdzie łatwo zdobyć substancje psychoaktywne – tak aby uniknąć kontroli rodziców czy środowiska.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Konieczne są systematyczne działania profilaktyczne w związku z przemocą w rodzinie, której najczęściej towarzyszy alkohol. W 2015 roku Zespół interdyscyplinarny prowadził postępowanie w 13 rodzinach, większość sprawców zostało zgłoszonych do GKRPA </w:t>
      </w:r>
      <w:r>
        <w:rPr>
          <w:rFonts w:ascii="Times New Roman" w:hAnsi="Times New Roman" w:cs="Times New Roman"/>
          <w:sz w:val="24"/>
          <w:szCs w:val="24"/>
        </w:rPr>
        <w:br/>
        <w:t>w celu zobowiązania do leczenia lub podjęcia stosownych procedur do przymusowego leczenia odwykowego.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IV. CELE PROGRAMU</w:t>
      </w:r>
    </w:p>
    <w:p w:rsidR="00367625" w:rsidRPr="00F25A4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Gminie Radziejowice od wielu lat realizowane były działania w ramach corocznie uchwalanego Gminnego Programu Profilaktyki i Rozwiązywania Problemów Alkoholowych oraz Przeciwdziałania Narkomanii, których przedmiotem było rozwiązywanie problemów alkoholowych i narkomanii w gminie Radziejowice. Celem głównym Programu na 2016 rok jest ograniczenie szkód zdrowotnych i zaburzeń życia rodzinnego, wynikających z używania alkoholu i innych substancji psychoaktywnych </w:t>
      </w:r>
      <w:r>
        <w:rPr>
          <w:rFonts w:ascii="Times New Roman" w:hAnsi="Times New Roman" w:cs="Times New Roman"/>
          <w:sz w:val="24"/>
          <w:szCs w:val="24"/>
        </w:rPr>
        <w:br/>
        <w:t xml:space="preserve">oraz zjawiska picia alkoholu, używania narkotyków i podejmowania innych zachowań ryzykownych przez dzieci , młodzież oraz osoby dorosłe mieszkające i przebywające na terenie Gminy Radziejowice.  Cel główny osiągnięty zostanie dzięki realizacji 3 celów szczegółowych.  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Cel Szczegółowy 1. 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Wspieranie programów profilaktycznych i działań społeczności lokalnych na rzecz zapobiegania używania alkoholu i innych środków psychoaktywnych. 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Działania; 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wspieranie rozwoju programów profilaktycznych realizowanych w środowisku szkolnym i pozaszkolnym,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wspieranie realizacji programów profilaktycznych w zakresie organizowania czasu wolnego dzieci i młodzieży oraz programów stanowiących alternatywę wobec używania alkoholu i innych środków psychoaktywnych,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wspieranie realizacji programów profilaktyczno- edukacyjnych skierowanych do grup podwyższonego ryzyka, 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organizowanie szkoleń i w warsztatów w celu podniesienia kwalifikacji i umiejętności zawodowych osób realizujących zadania z zakresu profilaktyki uzależnień,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wspieranie i promowanie  działań propagujących abstynencki styl życia,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-wspieranie i propagowanie działań kulturalnych, sportowych integrujących różne środowiska oraz motywujących do działania ku osiągnięciu </w:t>
      </w:r>
      <w:r w:rsidRPr="003E0CD4">
        <w:rPr>
          <w:rFonts w:ascii="Times New Roman" w:hAnsi="Times New Roman" w:cs="Times New Roman"/>
          <w:sz w:val="24"/>
          <w:szCs w:val="24"/>
        </w:rPr>
        <w:t>celu funkcjonowania</w:t>
      </w:r>
      <w:r w:rsidRPr="003E0CD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E0CD4">
        <w:rPr>
          <w:rFonts w:ascii="Times New Roman" w:hAnsi="Times New Roman" w:cs="Times New Roman"/>
          <w:sz w:val="24"/>
          <w:szCs w:val="24"/>
        </w:rPr>
        <w:t>bez wspomagania środkami odurzającymi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67625" w:rsidRPr="00EF0DAC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DAC">
        <w:rPr>
          <w:rFonts w:ascii="Times New Roman" w:hAnsi="Times New Roman" w:cs="Times New Roman"/>
          <w:sz w:val="24"/>
          <w:szCs w:val="24"/>
        </w:rPr>
        <w:t>- wspieranie działalności instytucji, stowarzyszeń i osób fizycznych, służącej rozwiązywaniu problemów alkoholowych i narkomanii.</w:t>
      </w:r>
    </w:p>
    <w:p w:rsidR="00367625" w:rsidRPr="00EF0DAC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0DAC">
        <w:rPr>
          <w:rFonts w:ascii="Times New Roman" w:hAnsi="Times New Roman" w:cs="Times New Roman"/>
          <w:sz w:val="24"/>
          <w:szCs w:val="24"/>
        </w:rPr>
        <w:t>- pomoc społeczna osobom uzależnionym i rodzinom osób uzależnionych dotkniętym ubóstwem i wykluczeniem społecznym i integrowanie ze środowiskiem lokalnym tych osób z wykorzystaniem pracy socjalnej i kontraktu socjalnego.</w:t>
      </w:r>
    </w:p>
    <w:p w:rsidR="00367625" w:rsidRPr="00BD4688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Wskaźniki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liczba programów profilaktycznych.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Cel Szczegółowy 2. 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Przeciwdziałanie przemocy w rodzinie z problemem alkoholowym.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Działania;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wspieranie gminnej Komisji Rozwiązywania Problemów Alkoholowych w realizacji procedury „Niebieska Karta”,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organizowanie interdyscyplinarnych szkoleń dla przedstawicieli gminnej komisji rozwiązywania problemów alkoholowych oraz przedstawicieli innych grup zawodowych na temat form pomocy osobom uwikłanym w przemoc oraz współpracy służb w tym zakresie,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-wspieranie programów skierowanych do osób uwikłanych w przemoc w rodzinie.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Wskaźniki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liczna „Niebieskich Kart”,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-liczba szkoleń przeprowadzonych dla przedstawicieli gminnej komisji rozwiązywania problemów alkoholowych i członków Zespołu interdyscyplinarnego.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Cel Szczegółowy 3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Promocja i wsparcie działań prewencyjnych ograniczających możliwość rozpowszechniania niedozwolonych substancji oraz służących  ujawnianiu czynów karalnych.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Działania;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kampanie edukacyjne o charakterze profilaktycznym w prasie, radiu i na portalach społecznościowych,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informacja zewnętrzna w miejscach publicznych np. plakaty, tablice itp.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eventy profilaktyczne,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konkursy promujące dobre postawy dla mieszkańców oraz organizacji zajmujących się zagadnieniem profilaktyki uzależnień,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zakup usług, narzędzi, wyposażenia oraz materiałów niezbędnych do realizacji działań profilaktycznych .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Wskaźniki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liczba zrealizowanych kampanii informacyjno – promocyjnych,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liczba zakupionych materiałów i urządzeń.</w:t>
      </w:r>
    </w:p>
    <w:p w:rsidR="00367625" w:rsidRDefault="00367625">
      <w:pPr>
        <w:pStyle w:val="Default"/>
      </w:pPr>
    </w:p>
    <w:p w:rsidR="00367625" w:rsidRDefault="00367625">
      <w:pPr>
        <w:pStyle w:val="Default"/>
        <w:spacing w:line="360" w:lineRule="auto"/>
      </w:pPr>
      <w:r>
        <w:rPr>
          <w:b/>
          <w:bCs/>
        </w:rPr>
        <w:t xml:space="preserve">V. ADRESACI DZIAŁAŃ PROGRAMU </w:t>
      </w:r>
    </w:p>
    <w:p w:rsidR="00367625" w:rsidRDefault="00367625">
      <w:pPr>
        <w:pStyle w:val="Default"/>
        <w:spacing w:line="360" w:lineRule="auto"/>
      </w:pPr>
      <w:r>
        <w:t xml:space="preserve">Program adresowany jest głównie do: </w:t>
      </w:r>
    </w:p>
    <w:p w:rsidR="00367625" w:rsidRDefault="00367625">
      <w:pPr>
        <w:pStyle w:val="Default"/>
        <w:spacing w:line="360" w:lineRule="auto"/>
      </w:pPr>
      <w:r>
        <w:t xml:space="preserve">a) mieszkańców Gminy Radziejowice, </w:t>
      </w:r>
    </w:p>
    <w:p w:rsidR="00367625" w:rsidRDefault="00367625">
      <w:pPr>
        <w:pStyle w:val="Default"/>
        <w:spacing w:line="360" w:lineRule="auto"/>
      </w:pPr>
      <w:r>
        <w:t xml:space="preserve">b) dzieci, młodzieży i ich rodzin, </w:t>
      </w:r>
    </w:p>
    <w:p w:rsidR="00367625" w:rsidRDefault="00367625">
      <w:pPr>
        <w:pStyle w:val="Default"/>
        <w:spacing w:line="360" w:lineRule="auto"/>
      </w:pPr>
      <w:r>
        <w:t xml:space="preserve">c) kadry pedagogicznej szkół, wychowawców przedszkoli, pedagogów oraz psychologów szkolnych, </w:t>
      </w:r>
    </w:p>
    <w:p w:rsidR="00367625" w:rsidRDefault="00367625">
      <w:pPr>
        <w:pStyle w:val="Default"/>
        <w:spacing w:line="360" w:lineRule="auto"/>
      </w:pPr>
      <w:r>
        <w:t xml:space="preserve">d) organizacji pozarządowych, </w:t>
      </w:r>
    </w:p>
    <w:p w:rsidR="00367625" w:rsidRDefault="00367625">
      <w:pPr>
        <w:pStyle w:val="Default"/>
        <w:spacing w:line="360" w:lineRule="auto"/>
      </w:pPr>
      <w:r>
        <w:t xml:space="preserve">e) lokalnych instytucji działających na rzecz rozwiązywania problemów uzależnień, </w:t>
      </w:r>
    </w:p>
    <w:p w:rsidR="00367625" w:rsidRDefault="00367625">
      <w:pPr>
        <w:pStyle w:val="Default"/>
        <w:spacing w:line="360" w:lineRule="auto"/>
      </w:pPr>
      <w:r>
        <w:t xml:space="preserve">f) osób uzależnionych oraz pijących szkodliwie i ryzykownie oraz ich rodzin, </w:t>
      </w:r>
    </w:p>
    <w:p w:rsidR="00367625" w:rsidRDefault="00367625">
      <w:pPr>
        <w:pStyle w:val="Default"/>
        <w:spacing w:line="360" w:lineRule="auto"/>
      </w:pPr>
      <w:r>
        <w:t xml:space="preserve">g) pozostałej społeczności lokalnej. </w:t>
      </w:r>
    </w:p>
    <w:p w:rsidR="00367625" w:rsidRDefault="00367625">
      <w:pPr>
        <w:pStyle w:val="Default"/>
      </w:pPr>
    </w:p>
    <w:p w:rsidR="00367625" w:rsidRDefault="00367625">
      <w:pPr>
        <w:pStyle w:val="Default"/>
      </w:pPr>
    </w:p>
    <w:p w:rsidR="00367625" w:rsidRDefault="00367625">
      <w:pPr>
        <w:pStyle w:val="Default"/>
        <w:rPr>
          <w:b/>
          <w:bCs/>
        </w:rPr>
      </w:pPr>
      <w:r>
        <w:rPr>
          <w:b/>
          <w:bCs/>
        </w:rPr>
        <w:t xml:space="preserve">VI. ŹRÓDŁA FINANSOWANIA </w:t>
      </w:r>
    </w:p>
    <w:p w:rsidR="00367625" w:rsidRDefault="00367625">
      <w:pPr>
        <w:pStyle w:val="Default"/>
      </w:pPr>
    </w:p>
    <w:p w:rsidR="00367625" w:rsidRDefault="00367625">
      <w:pPr>
        <w:pStyle w:val="Default"/>
        <w:spacing w:line="360" w:lineRule="auto"/>
        <w:jc w:val="both"/>
      </w:pPr>
      <w:r>
        <w:t>Realizacja zadań w ramach Programu finansowana będzie ze środków własnych Gminy Radziejowice  pochodzących z opłat za korzystanie z zezwoleń na sprzedaż napojów alkoholowych (zgodnie z art. 182 ustawy). Dodatkowym źródłem finansowania mogą być fundusze strukturalne Unii Europejskiej i inne środki, pozyskiwane zarówno przez Gminę, jak też realizatorów i partnerów Programu.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VII. REALIZATORZY PROGRAMU</w:t>
      </w:r>
    </w:p>
    <w:p w:rsidR="00367625" w:rsidRDefault="00367625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Program wskazuje kierunki działań oraz cele szczegółowe, jakie powinny być osiągnięte dla realizacji celu głównego,  lecz bez udziału społecznego organizacji mających na co dzień do czynienia z problemem uzależnienia od alkoholu, środków odurzających </w:t>
      </w:r>
      <w:r>
        <w:rPr>
          <w:rFonts w:ascii="Times New Roman" w:hAnsi="Times New Roman" w:cs="Times New Roman"/>
          <w:sz w:val="24"/>
          <w:szCs w:val="24"/>
        </w:rPr>
        <w:br/>
        <w:t xml:space="preserve">i przemocą w rodzinie realizowane działania nie byłyby racjonalne i dostosowane do potrzeb.  Z tego względu przewidziano, iż zaplanowane  kierunki działań realizowane będą za pośrednictwem  Gminnej Komisji Rozwiązywania Problemów Alkoholowych, Jednostek Organizacyjnych Gminy Radziejowice m.in. Gminnego Ośrodka Pomocy Społecznej w Radziejowicach, Szkół i Przedszkoli z terenu Gminy Radziejowice, Policji,  Gminnego Ośrodka Kultury – „Powozownia” w Radziejowicach, Gminnej Biblioteki Publicznej w Radziejowicach oraz  Innych Podmiotów  prowadzących działania </w:t>
      </w:r>
      <w:r>
        <w:rPr>
          <w:rFonts w:ascii="Times New Roman" w:hAnsi="Times New Roman" w:cs="Times New Roman"/>
          <w:sz w:val="24"/>
          <w:szCs w:val="24"/>
        </w:rPr>
        <w:br/>
        <w:t xml:space="preserve">o charakterze profilaktycznym na rzecz mieszkańców Gminy Radziejowice. </w:t>
      </w:r>
    </w:p>
    <w:p w:rsidR="00367625" w:rsidRDefault="00367625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67625" w:rsidRDefault="00367625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Działania Gminnej Komisji Rozwiązywania Problemów Alkoholowych</w:t>
      </w:r>
      <w:r>
        <w:rPr>
          <w:rFonts w:ascii="Times New Roman" w:hAnsi="Times New Roman" w:cs="Times New Roman"/>
          <w:sz w:val="24"/>
          <w:szCs w:val="24"/>
        </w:rPr>
        <w:t xml:space="preserve"> skierowane są do osób uzależnionych i zagrożonych uzależnieniem od alkoholu, narkotyków  i innych używek, ofiar i sprawców przemocy w rodzinie, w celu do zmotywowania ich do podjęcia leczenia i terapii poprzez:</w:t>
      </w:r>
    </w:p>
    <w:p w:rsidR="00367625" w:rsidRDefault="00367625">
      <w:pPr>
        <w:pStyle w:val="ListParagraph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przyjmowanie zgłoszeń o przypadkach występowania przemocy, popełniania wykroczeń i szkód pod wpływem alkoholu, nadużywania alkoholu z jednoczesnym wystąpieniem przesłanek występujących w art.24 ustawy o wychowaniu w trzeźwości </w:t>
      </w:r>
      <w:r>
        <w:rPr>
          <w:rFonts w:ascii="Times New Roman" w:hAnsi="Times New Roman" w:cs="Times New Roman"/>
          <w:sz w:val="24"/>
          <w:szCs w:val="24"/>
        </w:rPr>
        <w:br/>
        <w:t>i przeciwdziałaniu alkoholizmowi z dnia 26 października 1982 r.,</w:t>
      </w:r>
    </w:p>
    <w:p w:rsidR="00367625" w:rsidRDefault="00367625">
      <w:pPr>
        <w:pStyle w:val="ListParagraph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wzywanie na rozmowę osoby, co do których wpłynęło zgłoszenie w celu przeprowadzenia rozmowy motywującej do zmiany,</w:t>
      </w:r>
    </w:p>
    <w:p w:rsidR="00367625" w:rsidRDefault="00367625">
      <w:pPr>
        <w:pStyle w:val="ListParagraph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monitorowanie dostępności leczenia odwykowego dla pacjentów uzależnionych </w:t>
      </w:r>
      <w:r>
        <w:rPr>
          <w:rFonts w:ascii="Times New Roman" w:hAnsi="Times New Roman" w:cs="Times New Roman"/>
          <w:sz w:val="24"/>
          <w:szCs w:val="24"/>
        </w:rPr>
        <w:br/>
        <w:t>od alkoholu i innych używek,</w:t>
      </w:r>
    </w:p>
    <w:p w:rsidR="00367625" w:rsidRDefault="00367625">
      <w:pPr>
        <w:pStyle w:val="ListParagraph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zwiększenie dostępności i jakości pomocy terapeutycznej dla osób uzależnionych </w:t>
      </w:r>
      <w:r>
        <w:rPr>
          <w:rFonts w:ascii="Times New Roman" w:hAnsi="Times New Roman" w:cs="Times New Roman"/>
          <w:sz w:val="24"/>
          <w:szCs w:val="24"/>
        </w:rPr>
        <w:br/>
        <w:t>i zagrożonych uzależnieniem,</w:t>
      </w:r>
    </w:p>
    <w:p w:rsidR="00367625" w:rsidRDefault="00367625">
      <w:pPr>
        <w:pStyle w:val="ListParagraph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monitorowanie dostępności do terapii dla osób uzależnionych,</w:t>
      </w:r>
    </w:p>
    <w:p w:rsidR="00367625" w:rsidRDefault="00367625">
      <w:pPr>
        <w:pStyle w:val="ListParagraph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informowanie o możliwości podjęcia leczenia odwykowego i stosownej terapii,</w:t>
      </w:r>
    </w:p>
    <w:p w:rsidR="00367625" w:rsidRDefault="00367625">
      <w:pPr>
        <w:pStyle w:val="ListParagraph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przygotowywanie dokumentacji związanej z postępowaniem sądowym, obejmującej zlecenie przeprowadzenia wywiadu środowiskowego przez GOPS, powiadomienie Zespołu Interdyscyplinarnego, złożenie zawiadomienia  do prokuratury lub policji o podejrzeniu popełnienia przestępstwa w związku z przemocą w rodzinie (dotyczy sprawców przemocy),</w:t>
      </w:r>
    </w:p>
    <w:p w:rsidR="00367625" w:rsidRDefault="00367625">
      <w:pPr>
        <w:pStyle w:val="ListParagraph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złożenie wniosku o wszczęcie postępowania w przedmiocie orzeczenia obowiązku podjęcia leczenia odwykowego, w tym  badania przez biegłego do spraw uzależnień </w:t>
      </w:r>
      <w:r>
        <w:rPr>
          <w:rFonts w:ascii="Times New Roman" w:hAnsi="Times New Roman" w:cs="Times New Roman"/>
          <w:sz w:val="24"/>
          <w:szCs w:val="24"/>
        </w:rPr>
        <w:br/>
        <w:t xml:space="preserve">do Sądu Rejonowego – właściwego na miejsce zamieszkania lub pobytu osoby, </w:t>
      </w:r>
      <w:r>
        <w:rPr>
          <w:rFonts w:ascii="Times New Roman" w:hAnsi="Times New Roman" w:cs="Times New Roman"/>
          <w:sz w:val="24"/>
          <w:szCs w:val="24"/>
        </w:rPr>
        <w:br/>
        <w:t xml:space="preserve">której dotyczy postępowanie (art. 26 ust 3 ustawy o wychowaniu w trzeźwości </w:t>
      </w:r>
      <w:r>
        <w:rPr>
          <w:rFonts w:ascii="Times New Roman" w:hAnsi="Times New Roman" w:cs="Times New Roman"/>
          <w:sz w:val="24"/>
          <w:szCs w:val="24"/>
        </w:rPr>
        <w:br/>
        <w:t>i przeciwdziałaniu alkoholizmowi),</w:t>
      </w:r>
    </w:p>
    <w:p w:rsidR="00367625" w:rsidRDefault="00367625">
      <w:pPr>
        <w:pStyle w:val="ListParagraph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monitorowanie realizacji  postępowań sadowych w zakresie  orzeczeń obowiązku poddania się leczeniu odwykowemu, współpraca z kuratorami sądowymi i GOPS,</w:t>
      </w:r>
    </w:p>
    <w:p w:rsidR="00367625" w:rsidRDefault="00367625">
      <w:pPr>
        <w:pStyle w:val="ListParagraph"/>
        <w:numPr>
          <w:ilvl w:val="0"/>
          <w:numId w:val="11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dokonywanie kontroli przez Gminna Komisję Problemów Alkoholowych punktów sprzedaży alkoholu zgodnie  z art. 4</w:t>
      </w:r>
      <w:r w:rsidRPr="00BB0EA8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, art. 5 ustawy o wychowaniu w trzeźwości,</w:t>
      </w:r>
    </w:p>
    <w:p w:rsidR="00367625" w:rsidRDefault="00367625">
      <w:pPr>
        <w:pStyle w:val="ListParagraph"/>
        <w:numPr>
          <w:ilvl w:val="0"/>
          <w:numId w:val="10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prowadzenie działań edukacyjno – informacyjnych ze wskazaniem na ograniczenie przemocy w rodzinie,</w:t>
      </w:r>
    </w:p>
    <w:p w:rsidR="00367625" w:rsidRDefault="00367625">
      <w:pPr>
        <w:numPr>
          <w:ilvl w:val="0"/>
          <w:numId w:val="9"/>
        </w:numPr>
        <w:spacing w:after="200" w:line="360" w:lineRule="auto"/>
        <w:ind w:left="357" w:hanging="357"/>
        <w:jc w:val="both"/>
      </w:pPr>
      <w:r>
        <w:t xml:space="preserve">prowadzenie edukacji oraz działań  wspierających dla osób pijących ryzykownie </w:t>
      </w:r>
      <w:r>
        <w:br/>
        <w:t>i w sposób szkodliwy,</w:t>
      </w:r>
    </w:p>
    <w:p w:rsidR="00367625" w:rsidRDefault="00367625">
      <w:pPr>
        <w:numPr>
          <w:ilvl w:val="0"/>
          <w:numId w:val="8"/>
        </w:numPr>
        <w:spacing w:after="200" w:line="360" w:lineRule="auto"/>
        <w:ind w:left="357" w:hanging="357"/>
        <w:jc w:val="both"/>
      </w:pPr>
      <w:r>
        <w:t>wspieranie i wdrażanie programów profilaktycznych  korzystając z pomocy placówek oświatowo-kulturalnych,</w:t>
      </w:r>
    </w:p>
    <w:p w:rsidR="00367625" w:rsidRDefault="00367625">
      <w:pPr>
        <w:numPr>
          <w:ilvl w:val="0"/>
          <w:numId w:val="7"/>
        </w:numPr>
        <w:spacing w:after="200" w:line="360" w:lineRule="auto"/>
        <w:ind w:left="357" w:hanging="357"/>
        <w:jc w:val="both"/>
      </w:pPr>
      <w:r>
        <w:t xml:space="preserve">prowadzenie szkoleń z zakresu rozpoznawania wzorców spożywania alkoholu </w:t>
      </w:r>
      <w:r>
        <w:br/>
        <w:t>i wspieranie inicjatyw wobec osób pijących szkodliwie i ryzykownie,</w:t>
      </w:r>
    </w:p>
    <w:p w:rsidR="00367625" w:rsidRDefault="00367625">
      <w:pPr>
        <w:pStyle w:val="ListParagraph"/>
        <w:numPr>
          <w:ilvl w:val="0"/>
          <w:numId w:val="10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monitorowanie dostępności do terapii dla członków rodzin osób uzależnionych,</w:t>
      </w:r>
    </w:p>
    <w:p w:rsidR="00367625" w:rsidRDefault="00367625">
      <w:pPr>
        <w:pStyle w:val="ListParagraph"/>
        <w:numPr>
          <w:ilvl w:val="0"/>
          <w:numId w:val="10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wspieranie grup samopomocowych dla członków rodzin DDA, Al.-Anon,</w:t>
      </w:r>
    </w:p>
    <w:p w:rsidR="00367625" w:rsidRDefault="00367625">
      <w:pPr>
        <w:pStyle w:val="ListParagraph"/>
        <w:numPr>
          <w:ilvl w:val="0"/>
          <w:numId w:val="10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utworzenie i finansowanie punktu konsultacyjnego w ramach pomocy psychologicznej i prawnej,</w:t>
      </w:r>
    </w:p>
    <w:p w:rsidR="00367625" w:rsidRDefault="00367625">
      <w:pPr>
        <w:pStyle w:val="ListParagraph"/>
        <w:numPr>
          <w:ilvl w:val="0"/>
          <w:numId w:val="10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udział w krajowych i wojewódzkich kampaniach na rzecz rodziny </w:t>
      </w:r>
      <w:r>
        <w:rPr>
          <w:rFonts w:ascii="Times New Roman" w:hAnsi="Times New Roman" w:cs="Times New Roman"/>
          <w:sz w:val="24"/>
          <w:szCs w:val="24"/>
        </w:rPr>
        <w:br/>
        <w:t>i przeciwdziałania  przemocy w rodzinie,</w:t>
      </w:r>
    </w:p>
    <w:p w:rsidR="00367625" w:rsidRDefault="00367625">
      <w:pPr>
        <w:pStyle w:val="ListParagraph"/>
        <w:numPr>
          <w:ilvl w:val="0"/>
          <w:numId w:val="10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organizowanie szkoleń dla rodziców podnoszących kompetencje wychowawcze połączone z nauką rozpoznawania zagrożeń i faz uzależnienia oraz kształtowania postaw związanych ze spożywaniem alkoholu,</w:t>
      </w:r>
    </w:p>
    <w:p w:rsidR="00367625" w:rsidRDefault="00367625">
      <w:pPr>
        <w:pStyle w:val="ListParagraph"/>
        <w:numPr>
          <w:ilvl w:val="0"/>
          <w:numId w:val="10"/>
        </w:numPr>
        <w:spacing w:line="36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zwiększanie ofert działań zmierzających do aktywizacji społecznej i zawodowej osób po zakończonym leczeniu odwykowym,</w:t>
      </w:r>
    </w:p>
    <w:p w:rsidR="00367625" w:rsidRDefault="00367625">
      <w:pPr>
        <w:numPr>
          <w:ilvl w:val="0"/>
          <w:numId w:val="1"/>
        </w:numPr>
        <w:tabs>
          <w:tab w:val="left" w:pos="1620"/>
        </w:tabs>
        <w:spacing w:after="200" w:line="360" w:lineRule="auto"/>
        <w:ind w:left="357" w:hanging="357"/>
        <w:jc w:val="both"/>
      </w:pPr>
      <w:r>
        <w:t>szkolenia dla samorządowców i członków Gminnej Komisji Rozwiązywania Problemów Alkoholowych,</w:t>
      </w:r>
    </w:p>
    <w:p w:rsidR="00367625" w:rsidRDefault="00367625">
      <w:pPr>
        <w:numPr>
          <w:ilvl w:val="0"/>
          <w:numId w:val="1"/>
        </w:numPr>
        <w:spacing w:after="200" w:line="360" w:lineRule="auto"/>
        <w:ind w:left="357" w:hanging="357"/>
        <w:jc w:val="both"/>
      </w:pPr>
      <w:r>
        <w:t>współfinansowanie działań sportowych i rekreacyjnych realizowanych w ramach działań profilaktyki pierwszorzędowej na terenie gminy,</w:t>
      </w:r>
    </w:p>
    <w:p w:rsidR="00367625" w:rsidRDefault="00367625">
      <w:pPr>
        <w:numPr>
          <w:ilvl w:val="0"/>
          <w:numId w:val="1"/>
        </w:numPr>
        <w:tabs>
          <w:tab w:val="left" w:pos="1620"/>
        </w:tabs>
        <w:spacing w:after="200" w:line="360" w:lineRule="auto"/>
        <w:ind w:left="357" w:hanging="357"/>
        <w:jc w:val="both"/>
      </w:pPr>
      <w:r>
        <w:t xml:space="preserve">współfinansowanie zajęć profilaktycznych realizowanych przez </w:t>
      </w:r>
      <w:r w:rsidRPr="00E727A4">
        <w:t>placówki oświatowe oraz</w:t>
      </w:r>
      <w:r>
        <w:t xml:space="preserve"> Gminne Centrum Kultury,</w:t>
      </w:r>
    </w:p>
    <w:p w:rsidR="00367625" w:rsidRDefault="00367625" w:rsidP="00382289">
      <w:pPr>
        <w:numPr>
          <w:ilvl w:val="0"/>
          <w:numId w:val="1"/>
        </w:numPr>
        <w:tabs>
          <w:tab w:val="left" w:pos="1620"/>
        </w:tabs>
        <w:spacing w:after="200" w:line="360" w:lineRule="auto"/>
        <w:ind w:left="357" w:hanging="357"/>
        <w:jc w:val="both"/>
      </w:pPr>
      <w:r>
        <w:t>organizowanie szkoleń dla sprzedawców i właścicieli punktów sprzedaży alkoholu.</w:t>
      </w:r>
    </w:p>
    <w:p w:rsidR="00367625" w:rsidRDefault="00367625">
      <w:pPr>
        <w:pStyle w:val="ListParagraph"/>
        <w:spacing w:after="24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Działania Jednostek Organizacyjnych Gminy Radziejowice oraz Innych Podmiotów</w:t>
      </w:r>
      <w:r>
        <w:rPr>
          <w:rFonts w:ascii="Times New Roman" w:hAnsi="Times New Roman" w:cs="Times New Roman"/>
          <w:sz w:val="24"/>
          <w:szCs w:val="24"/>
        </w:rPr>
        <w:t xml:space="preserve">  prowadzących działania o charakterze profilaktycznym na rzecz mieszkańców Gminy Radziejowice skierowane są głównie do dzieci, młodzieży oraz osób dorosłych będących członkami rodzin zagrożonych uzależnieniem od alkoholu, narkotyków  i innych używek, mają na celu profilaktykę, prewencję i zapobieganie problemom społecznym spowodowanym uzależnieniami i przemocą w rodzinie. </w:t>
      </w:r>
    </w:p>
    <w:p w:rsidR="00367625" w:rsidRDefault="00367625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Przewidziane działania mogą dotyczyć:</w:t>
      </w:r>
    </w:p>
    <w:p w:rsidR="00367625" w:rsidRDefault="00367625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organizacji zajęć kulturalnych i sportowych o charakterze profilaktycznym np. spektakli, zajęć sportowych, zajęć rozwijających umiejętności i kompetencje,   </w:t>
      </w:r>
    </w:p>
    <w:p w:rsidR="00367625" w:rsidRDefault="00367625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prowadzenia warsztatów, szkoleń i pogadanek  profilaktycznych np.  radzenia sobie ze złością i agresją ,</w:t>
      </w:r>
    </w:p>
    <w:p w:rsidR="00367625" w:rsidRDefault="00367625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realizacji warsztatów profilaktycznych dla dorosłych dla rodziców ,</w:t>
      </w:r>
    </w:p>
    <w:p w:rsidR="00367625" w:rsidRDefault="00367625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szkolenia i warsztaty dla nauczycieli,</w:t>
      </w:r>
    </w:p>
    <w:p w:rsidR="00367625" w:rsidRDefault="00367625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727A4">
        <w:rPr>
          <w:rFonts w:ascii="Times New Roman" w:hAnsi="Times New Roman" w:cs="Times New Roman"/>
          <w:sz w:val="24"/>
          <w:szCs w:val="24"/>
        </w:rPr>
        <w:t>- innych programów profilaktycznych,</w:t>
      </w:r>
    </w:p>
    <w:p w:rsidR="00367625" w:rsidRDefault="00367625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organizacji konkursów związanych z profilaktyką,</w:t>
      </w:r>
    </w:p>
    <w:p w:rsidR="00367625" w:rsidRDefault="00367625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zakupu pomocy dydaktycznych niezbędnych do wyżej wymienionych zadań profilaktycznych,</w:t>
      </w:r>
    </w:p>
    <w:p w:rsidR="00367625" w:rsidRDefault="00367625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zakupu środków zwiększających bezpieczeństwo i pomagających w ujawnianiu sprawców incydentów karalnych.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7625" w:rsidRDefault="00367625">
      <w:pPr>
        <w:pStyle w:val="NoSpacing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VIII. REGULAMIN GMINNEJ KOMISJI ROZWIĄZYWANIA PROBLEMÓW ALKOHOLOWYCH</w:t>
      </w:r>
    </w:p>
    <w:p w:rsidR="00367625" w:rsidRDefault="00367625">
      <w:pPr>
        <w:pStyle w:val="NoSpacing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Zadania Komisji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Zadania Gminnej Komisji Rozwiązywania Problemów Alkoholowych zwanej dalej „Komisją” określa art. 4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ust. 3 ustawy z dnia 26 października 1982r. z późn. zm. </w:t>
      </w:r>
      <w:r>
        <w:rPr>
          <w:rFonts w:ascii="Times New Roman" w:hAnsi="Times New Roman" w:cs="Times New Roman"/>
          <w:sz w:val="24"/>
          <w:szCs w:val="24"/>
        </w:rPr>
        <w:br/>
        <w:t>o wychowaniu w trzeźwości i przeciwdziałania alkoholizmowi. W szczególności do zadań Komisji należy inicjowanie działań w zakresie określonym w art. 4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ust. 1 ustawy </w:t>
      </w:r>
      <w:r>
        <w:rPr>
          <w:rFonts w:ascii="Times New Roman" w:hAnsi="Times New Roman" w:cs="Times New Roman"/>
          <w:sz w:val="24"/>
          <w:szCs w:val="24"/>
        </w:rPr>
        <w:br/>
        <w:t xml:space="preserve">oraz podejmowanie czynności zmierzających do orzeczenia wobec osób uzależnionych </w:t>
      </w:r>
      <w:r>
        <w:rPr>
          <w:rFonts w:ascii="Times New Roman" w:hAnsi="Times New Roman" w:cs="Times New Roman"/>
          <w:sz w:val="24"/>
          <w:szCs w:val="24"/>
        </w:rPr>
        <w:br/>
        <w:t>od alkoholu obowiązku poddania się leczeniu w zakładzie lecznictwa odwykowego.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Komisja prowadzi działalność profilaktyczną , informacyjną oraz edukacyjną, zwracając szczególną uwagę na dzieci i młodzież, sprzedawców alkoholu oraz mieszkańców Gminy.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3.Komisja inicjuje i wspiera lokalne działania profilaktyczne zmierzające do ograniczenia spożywania napojów alkoholowych, przeciwdziałania narkomanii oraz przemocy </w:t>
      </w:r>
      <w:r>
        <w:rPr>
          <w:rFonts w:ascii="Times New Roman" w:hAnsi="Times New Roman" w:cs="Times New Roman"/>
          <w:sz w:val="24"/>
          <w:szCs w:val="24"/>
        </w:rPr>
        <w:br/>
        <w:t>w rodzinach.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Komisja podejmuje interwencje i dokonuje kontroli w związku ze stwierdzeniem naruszenia przepisów dotyczących sprzedaży alkoholu osobom nietrzeźwym, nieletnim, pod zastaw lub na kredyt.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W skład zespołu kontrolującego wchodzą co najmniej 3 osoby z komisji. </w:t>
      </w:r>
      <w:r>
        <w:rPr>
          <w:rFonts w:ascii="Times New Roman" w:hAnsi="Times New Roman" w:cs="Times New Roman"/>
          <w:sz w:val="24"/>
          <w:szCs w:val="24"/>
        </w:rPr>
        <w:br/>
        <w:t>Z podejmowanych czynności kontrolnych sporządzany jest protokół pokontrolny.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GKRPA opiniuje wnioski o wydanie zezwolenia na sprzedaż  i podawanie napojów alkoholowych pod względem zgodności z obowiązującym stanem prawnym.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Komisja podejmuje działania zmierzające do poddania się leczeniu odwykowemu osób uzależnionych od alkoholu. Komisja może także kierować wnioski o zastosowanie obowiązku poddania się leczeniu odwykowemu w zakładzie lecznictwa odwykowego. 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GKRPA współpracuje z policją, sądem, GOPS, szkołami, placówkami leczeniu uzależnień, odwykowymi, organizacjami pozarządowymi i innymi podmiotami zajmującymi się tematyką uzależnień.</w:t>
      </w:r>
    </w:p>
    <w:p w:rsidR="00367625" w:rsidRDefault="00367625">
      <w:pPr>
        <w:pStyle w:val="NoSpacing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367625" w:rsidRDefault="00367625">
      <w:pPr>
        <w:pStyle w:val="NoSpacing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Sprawy organizacyjne</w:t>
      </w:r>
    </w:p>
    <w:p w:rsidR="00367625" w:rsidRDefault="00367625">
      <w:pPr>
        <w:pStyle w:val="NoSpacing"/>
        <w:numPr>
          <w:ilvl w:val="0"/>
          <w:numId w:val="2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Gminna Komisja Rozwiązywania Problemów Alkoholowych zostaje powołana </w:t>
      </w:r>
      <w:r>
        <w:rPr>
          <w:rFonts w:ascii="Times New Roman" w:hAnsi="Times New Roman" w:cs="Times New Roman"/>
          <w:sz w:val="24"/>
          <w:szCs w:val="24"/>
        </w:rPr>
        <w:br/>
        <w:t>przez Wójta zarządzeniem.</w:t>
      </w:r>
    </w:p>
    <w:p w:rsidR="00367625" w:rsidRDefault="00367625">
      <w:pPr>
        <w:pStyle w:val="NoSpacing"/>
        <w:numPr>
          <w:ilvl w:val="0"/>
          <w:numId w:val="2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skład komisji wchodzi Przewodnicząca, Sekretarz oraz członkowie.</w:t>
      </w:r>
    </w:p>
    <w:p w:rsidR="00367625" w:rsidRDefault="00367625">
      <w:pPr>
        <w:pStyle w:val="NoSpacing"/>
        <w:numPr>
          <w:ilvl w:val="0"/>
          <w:numId w:val="2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Pracami komisji kieruje Przewodniczący.</w:t>
      </w:r>
    </w:p>
    <w:p w:rsidR="00367625" w:rsidRDefault="00367625">
      <w:pPr>
        <w:pStyle w:val="NoSpacing"/>
        <w:numPr>
          <w:ilvl w:val="0"/>
          <w:numId w:val="2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zakres kompetencji Przewodniczącego wchodzi:</w:t>
      </w:r>
    </w:p>
    <w:p w:rsidR="00367625" w:rsidRDefault="00367625">
      <w:pPr>
        <w:pStyle w:val="NoSpacing"/>
        <w:numPr>
          <w:ilvl w:val="0"/>
          <w:numId w:val="25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Reprezentowanie Komisji,</w:t>
      </w:r>
    </w:p>
    <w:p w:rsidR="00367625" w:rsidRDefault="00367625">
      <w:pPr>
        <w:pStyle w:val="NoSpacing"/>
        <w:numPr>
          <w:ilvl w:val="0"/>
          <w:numId w:val="25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Podpisywanie pism i dokumentów w sprawach wyższej rangi należących do zakresu działań Komisji,</w:t>
      </w:r>
    </w:p>
    <w:p w:rsidR="00367625" w:rsidRDefault="00367625">
      <w:pPr>
        <w:pStyle w:val="NoSpacing"/>
        <w:numPr>
          <w:ilvl w:val="0"/>
          <w:numId w:val="25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Prowadzenie posiedzeń komisji,</w:t>
      </w:r>
    </w:p>
    <w:p w:rsidR="00367625" w:rsidRDefault="00367625">
      <w:pPr>
        <w:pStyle w:val="NoSpacing"/>
        <w:numPr>
          <w:ilvl w:val="0"/>
          <w:numId w:val="25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Wyznaczanie na czas nieobecności Przewodniczącego innego członka komisji do pełnienia jego obowiązków,</w:t>
      </w:r>
    </w:p>
    <w:p w:rsidR="00367625" w:rsidRDefault="00367625">
      <w:pPr>
        <w:pStyle w:val="NoSpacing"/>
        <w:numPr>
          <w:ilvl w:val="0"/>
          <w:numId w:val="25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Nadzorowanie prawidłowości sporządzania protokołów z posiedzeń Komisji </w:t>
      </w:r>
      <w:r>
        <w:rPr>
          <w:rFonts w:ascii="Times New Roman" w:hAnsi="Times New Roman" w:cs="Times New Roman"/>
          <w:sz w:val="24"/>
          <w:szCs w:val="24"/>
        </w:rPr>
        <w:br/>
        <w:t>oraz przeprowadzanych kontroli,</w:t>
      </w:r>
    </w:p>
    <w:p w:rsidR="00367625" w:rsidRDefault="00367625">
      <w:pPr>
        <w:pStyle w:val="NoSpacing"/>
        <w:numPr>
          <w:ilvl w:val="0"/>
          <w:numId w:val="25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Inne czynności zapewniające sprawne i zgodne z obowiązującymi przepisami działania GKRPA.</w:t>
      </w:r>
    </w:p>
    <w:p w:rsidR="00367625" w:rsidRDefault="00367625">
      <w:pPr>
        <w:pStyle w:val="NoSpacing"/>
        <w:numPr>
          <w:ilvl w:val="0"/>
          <w:numId w:val="2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kompetencji Sekretarza należy:</w:t>
      </w:r>
    </w:p>
    <w:p w:rsidR="00367625" w:rsidRDefault="00367625">
      <w:pPr>
        <w:pStyle w:val="NoSpacing"/>
        <w:numPr>
          <w:ilvl w:val="0"/>
          <w:numId w:val="27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Zawiadamianie członków komisji o terminie posiedzeń,</w:t>
      </w:r>
    </w:p>
    <w:p w:rsidR="00367625" w:rsidRDefault="00367625">
      <w:pPr>
        <w:pStyle w:val="NoSpacing"/>
        <w:numPr>
          <w:ilvl w:val="0"/>
          <w:numId w:val="27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Przedkładanie członkom komisji dokumentów w toku prowadzonych działań,</w:t>
      </w:r>
    </w:p>
    <w:p w:rsidR="00367625" w:rsidRDefault="00367625">
      <w:pPr>
        <w:pStyle w:val="NoSpacing"/>
        <w:numPr>
          <w:ilvl w:val="0"/>
          <w:numId w:val="27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Podpisywanie pism niższej rangi,</w:t>
      </w:r>
    </w:p>
    <w:p w:rsidR="00367625" w:rsidRDefault="00367625">
      <w:pPr>
        <w:pStyle w:val="NoSpacing"/>
        <w:numPr>
          <w:ilvl w:val="0"/>
          <w:numId w:val="27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Protokołowanie posiedzeń komisji,</w:t>
      </w:r>
    </w:p>
    <w:p w:rsidR="00367625" w:rsidRDefault="00367625">
      <w:pPr>
        <w:pStyle w:val="NoSpacing"/>
        <w:numPr>
          <w:ilvl w:val="0"/>
          <w:numId w:val="27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Zapewnienie obsługi administracyjnej i technicznej komisji,</w:t>
      </w:r>
    </w:p>
    <w:p w:rsidR="00367625" w:rsidRDefault="00367625">
      <w:pPr>
        <w:pStyle w:val="NoSpacing"/>
        <w:numPr>
          <w:ilvl w:val="0"/>
          <w:numId w:val="27"/>
        </w:numPr>
        <w:spacing w:line="360" w:lineRule="auto"/>
        <w:ind w:left="0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Prowadzenie dokumentacji komisji, rejestrowanie wpływającej korespondencji </w:t>
      </w:r>
      <w:r>
        <w:rPr>
          <w:rFonts w:ascii="Times New Roman" w:hAnsi="Times New Roman" w:cs="Times New Roman"/>
          <w:sz w:val="24"/>
          <w:szCs w:val="24"/>
        </w:rPr>
        <w:br/>
        <w:t>o przekazywania jej do wglądu Przewodniczącej.</w:t>
      </w:r>
    </w:p>
    <w:p w:rsidR="00367625" w:rsidRDefault="00367625">
      <w:pPr>
        <w:pStyle w:val="NoSpacing"/>
        <w:numPr>
          <w:ilvl w:val="0"/>
          <w:numId w:val="2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Dokumentacja komisji przechowywana jest w Urzędzie Gminy. </w:t>
      </w:r>
    </w:p>
    <w:p w:rsidR="00367625" w:rsidRDefault="00367625">
      <w:pPr>
        <w:pStyle w:val="NoSpacing"/>
        <w:numPr>
          <w:ilvl w:val="0"/>
          <w:numId w:val="2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Posiedzenia komisji ustalane są na każdą ostatnią środę miesiąca, posiedzenie odbywają się poza godzinami pracy Urzędu Gminy. Przewodniczący w razie konieczności może zmienić dzień posiedzenia lub zwołać posiedzenie w zależności od potrzeb.</w:t>
      </w:r>
    </w:p>
    <w:p w:rsidR="00367625" w:rsidRDefault="00367625">
      <w:pPr>
        <w:pStyle w:val="NoSpacing"/>
        <w:numPr>
          <w:ilvl w:val="0"/>
          <w:numId w:val="2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uzasadnionych przypadkach Przewodnicząca komisji może zaprosić na posiedzenie komisji osobę nie będącą członkiem komisji.</w:t>
      </w:r>
    </w:p>
    <w:p w:rsidR="00367625" w:rsidRDefault="00367625">
      <w:pPr>
        <w:pStyle w:val="NoSpacing"/>
        <w:numPr>
          <w:ilvl w:val="0"/>
          <w:numId w:val="26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Komisja jest obowiązana do przestrzegania ustawy o ochronie danych osobowych.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Zasady wynagradzania członków  Gminnej Komisji Rozwiązywania Problemów Alkoholowych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Zgodnie z art. 4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ust. 5 ustawy z dnia 26 października 1982r. o wychowaniu w trzeźwości </w:t>
      </w:r>
      <w:r>
        <w:rPr>
          <w:rFonts w:ascii="Times New Roman" w:hAnsi="Times New Roman" w:cs="Times New Roman"/>
          <w:sz w:val="24"/>
          <w:szCs w:val="24"/>
        </w:rPr>
        <w:br/>
        <w:t xml:space="preserve">i przeciwdziałaniu alkoholizmowi zasady wynagradzania członków gminnych komisji rozwiązywania problemów alkoholowych określa Rada Gminy w gminnych programach rozwiązywania problemów alkoholowych. </w:t>
      </w:r>
    </w:p>
    <w:p w:rsidR="00367625" w:rsidRDefault="00367625">
      <w:pPr>
        <w:pStyle w:val="NoSpacing"/>
        <w:spacing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wykonywanie zadań wynikających z ustawy o wychowaniu w trzeźwości </w:t>
      </w:r>
      <w:r>
        <w:rPr>
          <w:rFonts w:ascii="Times New Roman" w:hAnsi="Times New Roman" w:cs="Times New Roman"/>
          <w:sz w:val="24"/>
          <w:szCs w:val="24"/>
        </w:rPr>
        <w:br/>
        <w:t>i przeciwdziałaniu alkoholizmowi oraz realizację Gminnego Programu Profilaktyki Rozwiązywania Problemów Alkoholowych członkowie komisji otrzymują wynagrodzenie.</w:t>
      </w:r>
    </w:p>
    <w:p w:rsidR="00367625" w:rsidRDefault="00367625">
      <w:pPr>
        <w:pStyle w:val="NoSpacing"/>
        <w:numPr>
          <w:ilvl w:val="0"/>
          <w:numId w:val="14"/>
        </w:numPr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udział  w posiedzeniu GKRPA członkowie  otrzymują wynagrodzenie zgodnie z ustawą o minimalnym wynagrodzeniu za pracę (Dz. U. z dnia 10 października 2002 roku  Nr 200 poz. 1679 z póź. zm.):         </w:t>
      </w:r>
    </w:p>
    <w:p w:rsidR="00367625" w:rsidRDefault="00367625">
      <w:pPr>
        <w:pStyle w:val="NoSpacing"/>
        <w:numPr>
          <w:ilvl w:val="0"/>
          <w:numId w:val="3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20% minimalnego wynagrodzenia dla  Przewodniczącego Komisji,</w:t>
      </w:r>
    </w:p>
    <w:p w:rsidR="00367625" w:rsidRDefault="00367625">
      <w:pPr>
        <w:pStyle w:val="NoSpacing"/>
        <w:numPr>
          <w:ilvl w:val="0"/>
          <w:numId w:val="3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15% dla Sekretarza Komisji,    </w:t>
      </w:r>
    </w:p>
    <w:p w:rsidR="00367625" w:rsidRDefault="00367625">
      <w:pPr>
        <w:pStyle w:val="NoSpacing"/>
        <w:numPr>
          <w:ilvl w:val="0"/>
          <w:numId w:val="3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12% dla Członka Komisji,</w:t>
      </w:r>
    </w:p>
    <w:p w:rsidR="00367625" w:rsidRDefault="00367625">
      <w:pPr>
        <w:pStyle w:val="NoSpacing"/>
        <w:numPr>
          <w:ilvl w:val="0"/>
          <w:numId w:val="30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4% dla członka zespołu za udział w kontroli placówek prowadzących obrót alkoholem dokonanej w ramach Zespołu Kontroli (za każdą placówkę).</w:t>
      </w:r>
    </w:p>
    <w:p w:rsidR="00367625" w:rsidRDefault="00367625">
      <w:pPr>
        <w:pStyle w:val="NoSpacing"/>
        <w:numPr>
          <w:ilvl w:val="0"/>
          <w:numId w:val="14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Wynagrodzenie wypłacane jest miesięcznie zgodnie z wykazem obecności na posiedzeniu komisji. W przypadku nieobecności na posiedzeniu wynagrodzenie nie przysługuje. </w:t>
      </w:r>
    </w:p>
    <w:p w:rsidR="00367625" w:rsidRDefault="00367625">
      <w:pPr>
        <w:pStyle w:val="NoSpacing"/>
        <w:numPr>
          <w:ilvl w:val="0"/>
          <w:numId w:val="14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Członkowie Komisji potwierdzają swoją obecność na posiedzeniu własnoręcznym podpisem złożonym na liście obecności i zatwierdzonych przez Przewodniczącego komisji. Wynagrodzenie przysługuje, jeżeli członek komisji uczestniczył w całym posiedzeniu, co oznacza otwarcie posiedzenia aż do czasu jego zamknięcia </w:t>
      </w:r>
      <w:r>
        <w:rPr>
          <w:rFonts w:ascii="Times New Roman" w:hAnsi="Times New Roman" w:cs="Times New Roman"/>
          <w:sz w:val="24"/>
          <w:szCs w:val="24"/>
        </w:rPr>
        <w:br/>
        <w:t xml:space="preserve">przez Przewodniczącego. </w:t>
      </w:r>
    </w:p>
    <w:p w:rsidR="00367625" w:rsidRDefault="00367625">
      <w:pPr>
        <w:pStyle w:val="NoSpacing"/>
        <w:numPr>
          <w:ilvl w:val="0"/>
          <w:numId w:val="14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Środki na wynagrodzenia członków komisji realizowane są ze środków budżetu Gminy przeznaczonych na realizację zadań własnych wynikających z ustawy o wychowaniu </w:t>
      </w:r>
      <w:r>
        <w:rPr>
          <w:rFonts w:ascii="Times New Roman" w:hAnsi="Times New Roman" w:cs="Times New Roman"/>
          <w:sz w:val="24"/>
          <w:szCs w:val="24"/>
        </w:rPr>
        <w:br/>
        <w:t>w trzeźwości i przeciwdziałaniu alkoholizmowi.</w:t>
      </w:r>
    </w:p>
    <w:p w:rsidR="00367625" w:rsidRDefault="00367625">
      <w:pPr>
        <w:spacing w:line="276" w:lineRule="auto"/>
      </w:pPr>
    </w:p>
    <w:sectPr w:rsidR="00367625" w:rsidSect="00B5271A">
      <w:footerReference w:type="default" r:id="rId8"/>
      <w:pgSz w:w="11906" w:h="16838"/>
      <w:pgMar w:top="1418" w:right="1134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7625" w:rsidRDefault="00367625">
      <w:r>
        <w:separator/>
      </w:r>
    </w:p>
  </w:endnote>
  <w:endnote w:type="continuationSeparator" w:id="1">
    <w:p w:rsidR="00367625" w:rsidRDefault="003676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625" w:rsidRDefault="00367625">
    <w:pPr>
      <w:pStyle w:val="NoSpacing"/>
      <w:jc w:val="center"/>
      <w:rPr>
        <w:rFonts w:ascii="Times New Roman" w:hAnsi="Times New Roman" w:cs="Times New Roman"/>
        <w:b/>
        <w:bCs/>
        <w:sz w:val="16"/>
        <w:szCs w:val="16"/>
      </w:rPr>
    </w:pPr>
    <w:r>
      <w:rPr>
        <w:rFonts w:ascii="Times New Roman" w:hAnsi="Times New Roman" w:cs="Times New Roman"/>
        <w:b/>
        <w:bCs/>
        <w:sz w:val="16"/>
        <w:szCs w:val="16"/>
      </w:rPr>
      <w:t>…………………………………………………………………………………………………………………………………………..</w:t>
    </w:r>
  </w:p>
  <w:p w:rsidR="00367625" w:rsidRDefault="00367625">
    <w:pPr>
      <w:pStyle w:val="NoSpacing"/>
      <w:jc w:val="center"/>
      <w:rPr>
        <w:rFonts w:ascii="Times New Roman" w:hAnsi="Times New Roman" w:cs="Times New Roman"/>
        <w:b/>
        <w:bCs/>
        <w:sz w:val="16"/>
        <w:szCs w:val="16"/>
      </w:rPr>
    </w:pPr>
    <w:r>
      <w:rPr>
        <w:rFonts w:ascii="Times New Roman" w:hAnsi="Times New Roman" w:cs="Times New Roman"/>
        <w:b/>
        <w:bCs/>
        <w:sz w:val="16"/>
        <w:szCs w:val="16"/>
      </w:rPr>
      <w:t>GMINNY PROGRAM PROFILAKTYKI I ROZWIĄZYWANIA PROBLEMÓW ALKOHOLOWYCH</w:t>
    </w:r>
  </w:p>
  <w:p w:rsidR="00367625" w:rsidRDefault="00367625">
    <w:pPr>
      <w:pStyle w:val="NoSpacing"/>
      <w:jc w:val="cent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b/>
        <w:bCs/>
        <w:sz w:val="16"/>
        <w:szCs w:val="16"/>
      </w:rPr>
      <w:t>ORAZ PRZECIWDZIAŁANIA NARKOMANII W GMINIE RADZIEJOWICE NA  ROK 2016</w:t>
    </w:r>
  </w:p>
  <w:p w:rsidR="00367625" w:rsidRDefault="00367625">
    <w:pPr>
      <w:pStyle w:val="Footer"/>
      <w:jc w:val="right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1</w:t>
    </w:r>
    <w:r>
      <w:rPr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7625" w:rsidRDefault="00367625">
      <w:r>
        <w:separator/>
      </w:r>
    </w:p>
  </w:footnote>
  <w:footnote w:type="continuationSeparator" w:id="1">
    <w:p w:rsidR="00367625" w:rsidRDefault="003676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05C34"/>
    <w:multiLevelType w:val="hybridMultilevel"/>
    <w:tmpl w:val="44C826C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AB10D1"/>
    <w:multiLevelType w:val="hybridMultilevel"/>
    <w:tmpl w:val="AD1A48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55B1D32"/>
    <w:multiLevelType w:val="hybridMultilevel"/>
    <w:tmpl w:val="728012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66156A1"/>
    <w:multiLevelType w:val="hybridMultilevel"/>
    <w:tmpl w:val="019293C0"/>
    <w:lvl w:ilvl="0" w:tplc="0415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cs="Wingdings" w:hint="default"/>
      </w:rPr>
    </w:lvl>
  </w:abstractNum>
  <w:abstractNum w:abstractNumId="4">
    <w:nsid w:val="068431A4"/>
    <w:multiLevelType w:val="hybridMultilevel"/>
    <w:tmpl w:val="3BB28B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09152D24"/>
    <w:multiLevelType w:val="hybridMultilevel"/>
    <w:tmpl w:val="EAF8EEC2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6">
    <w:nsid w:val="0CEF60E6"/>
    <w:multiLevelType w:val="hybridMultilevel"/>
    <w:tmpl w:val="F51A81E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96331B6"/>
    <w:multiLevelType w:val="hybridMultilevel"/>
    <w:tmpl w:val="C512D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BB17BA"/>
    <w:multiLevelType w:val="hybridMultilevel"/>
    <w:tmpl w:val="BE624460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9">
    <w:nsid w:val="26247AB6"/>
    <w:multiLevelType w:val="hybridMultilevel"/>
    <w:tmpl w:val="EAB4BF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269015B9"/>
    <w:multiLevelType w:val="hybridMultilevel"/>
    <w:tmpl w:val="3300E7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8465103"/>
    <w:multiLevelType w:val="multilevel"/>
    <w:tmpl w:val="AB3CC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290C696F"/>
    <w:multiLevelType w:val="multilevel"/>
    <w:tmpl w:val="AB3CC45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</w:rPr>
    </w:lvl>
  </w:abstractNum>
  <w:abstractNum w:abstractNumId="13">
    <w:nsid w:val="2C3B0F82"/>
    <w:multiLevelType w:val="hybridMultilevel"/>
    <w:tmpl w:val="4938417C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4">
    <w:nsid w:val="2E7C7FCC"/>
    <w:multiLevelType w:val="multilevel"/>
    <w:tmpl w:val="1FDE0DF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667078"/>
    <w:multiLevelType w:val="multilevel"/>
    <w:tmpl w:val="AB3CC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>
    <w:nsid w:val="3C32078D"/>
    <w:multiLevelType w:val="hybridMultilevel"/>
    <w:tmpl w:val="C52A8638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7">
    <w:nsid w:val="3E503F4B"/>
    <w:multiLevelType w:val="hybridMultilevel"/>
    <w:tmpl w:val="A9C688C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45592F8D"/>
    <w:multiLevelType w:val="hybridMultilevel"/>
    <w:tmpl w:val="DF30C880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9">
    <w:nsid w:val="530F386F"/>
    <w:multiLevelType w:val="hybridMultilevel"/>
    <w:tmpl w:val="7B062BEE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20">
    <w:nsid w:val="56FA7DA9"/>
    <w:multiLevelType w:val="hybridMultilevel"/>
    <w:tmpl w:val="0A9C638A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21">
    <w:nsid w:val="5A361D0F"/>
    <w:multiLevelType w:val="hybridMultilevel"/>
    <w:tmpl w:val="E28A8D2E"/>
    <w:lvl w:ilvl="0" w:tplc="777666B6">
      <w:start w:val="6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C00FB3"/>
    <w:multiLevelType w:val="hybridMultilevel"/>
    <w:tmpl w:val="D098D51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608650F5"/>
    <w:multiLevelType w:val="hybridMultilevel"/>
    <w:tmpl w:val="8E84DC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E00AFA"/>
    <w:multiLevelType w:val="hybridMultilevel"/>
    <w:tmpl w:val="EC948EE8"/>
    <w:lvl w:ilvl="0" w:tplc="0415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cs="Wingdings" w:hint="default"/>
      </w:rPr>
    </w:lvl>
  </w:abstractNum>
  <w:abstractNum w:abstractNumId="25">
    <w:nsid w:val="6B1E34F2"/>
    <w:multiLevelType w:val="hybridMultilevel"/>
    <w:tmpl w:val="BEFC4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F2E7B0A"/>
    <w:multiLevelType w:val="hybridMultilevel"/>
    <w:tmpl w:val="1F4E4480"/>
    <w:lvl w:ilvl="0" w:tplc="04150001">
      <w:start w:val="1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cs="Wingdings" w:hint="default"/>
      </w:rPr>
    </w:lvl>
  </w:abstractNum>
  <w:abstractNum w:abstractNumId="27">
    <w:nsid w:val="744D0165"/>
    <w:multiLevelType w:val="hybridMultilevel"/>
    <w:tmpl w:val="828CD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B97250"/>
    <w:multiLevelType w:val="hybridMultilevel"/>
    <w:tmpl w:val="7264C5F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22"/>
  </w:num>
  <w:num w:numId="3">
    <w:abstractNumId w:val="16"/>
  </w:num>
  <w:num w:numId="4">
    <w:abstractNumId w:val="20"/>
  </w:num>
  <w:num w:numId="5">
    <w:abstractNumId w:val="5"/>
  </w:num>
  <w:num w:numId="6">
    <w:abstractNumId w:val="8"/>
  </w:num>
  <w:num w:numId="7">
    <w:abstractNumId w:val="18"/>
  </w:num>
  <w:num w:numId="8">
    <w:abstractNumId w:val="13"/>
  </w:num>
  <w:num w:numId="9">
    <w:abstractNumId w:val="19"/>
  </w:num>
  <w:num w:numId="10">
    <w:abstractNumId w:val="1"/>
  </w:num>
  <w:num w:numId="11">
    <w:abstractNumId w:val="24"/>
  </w:num>
  <w:num w:numId="12">
    <w:abstractNumId w:val="28"/>
  </w:num>
  <w:num w:numId="13">
    <w:abstractNumId w:val="12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11"/>
  </w:num>
  <w:num w:numId="17">
    <w:abstractNumId w:val="9"/>
  </w:num>
  <w:num w:numId="18">
    <w:abstractNumId w:val="15"/>
  </w:num>
  <w:num w:numId="19">
    <w:abstractNumId w:val="2"/>
  </w:num>
  <w:num w:numId="20">
    <w:abstractNumId w:val="23"/>
  </w:num>
  <w:num w:numId="21">
    <w:abstractNumId w:val="0"/>
  </w:num>
  <w:num w:numId="22">
    <w:abstractNumId w:val="21"/>
  </w:num>
  <w:num w:numId="23">
    <w:abstractNumId w:val="4"/>
  </w:num>
  <w:num w:numId="24">
    <w:abstractNumId w:val="10"/>
  </w:num>
  <w:num w:numId="25">
    <w:abstractNumId w:val="6"/>
  </w:num>
  <w:num w:numId="26">
    <w:abstractNumId w:val="14"/>
  </w:num>
  <w:num w:numId="27">
    <w:abstractNumId w:val="17"/>
  </w:num>
  <w:num w:numId="28">
    <w:abstractNumId w:val="27"/>
  </w:num>
  <w:num w:numId="29">
    <w:abstractNumId w:val="25"/>
  </w:num>
  <w:num w:numId="3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670D"/>
    <w:rsid w:val="00065276"/>
    <w:rsid w:val="0029300D"/>
    <w:rsid w:val="00367625"/>
    <w:rsid w:val="00382289"/>
    <w:rsid w:val="003E0CD4"/>
    <w:rsid w:val="004E4D66"/>
    <w:rsid w:val="00512362"/>
    <w:rsid w:val="005E670D"/>
    <w:rsid w:val="006170A2"/>
    <w:rsid w:val="007D15CB"/>
    <w:rsid w:val="00844B51"/>
    <w:rsid w:val="009A4260"/>
    <w:rsid w:val="00B5271A"/>
    <w:rsid w:val="00BB0EA8"/>
    <w:rsid w:val="00BD4688"/>
    <w:rsid w:val="00BF1425"/>
    <w:rsid w:val="00DB208B"/>
    <w:rsid w:val="00DE7A42"/>
    <w:rsid w:val="00E727A4"/>
    <w:rsid w:val="00EF0DAC"/>
    <w:rsid w:val="00F25A45"/>
    <w:rsid w:val="00F40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71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B5271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E190E"/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uiPriority w:val="99"/>
    <w:rsid w:val="00B5271A"/>
    <w:rPr>
      <w:rFonts w:ascii="Times New Roman" w:hAnsi="Times New Roman" w:cs="Times New Roman"/>
      <w:sz w:val="24"/>
      <w:szCs w:val="24"/>
      <w:lang w:eastAsia="pl-PL"/>
    </w:rPr>
  </w:style>
  <w:style w:type="paragraph" w:styleId="ListParagraph">
    <w:name w:val="List Paragraph"/>
    <w:basedOn w:val="Normal"/>
    <w:uiPriority w:val="99"/>
    <w:qFormat/>
    <w:rsid w:val="00B5271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NoSpacing">
    <w:name w:val="No Spacing"/>
    <w:uiPriority w:val="99"/>
    <w:qFormat/>
    <w:rsid w:val="00B5271A"/>
    <w:rPr>
      <w:rFonts w:cs="Calibri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B5271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E190E"/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uiPriority w:val="99"/>
    <w:semiHidden/>
    <w:rsid w:val="00B5271A"/>
    <w:rPr>
      <w:rFonts w:ascii="Times New Roman" w:hAnsi="Times New Roman" w:cs="Times New Roman"/>
      <w:sz w:val="20"/>
      <w:szCs w:val="20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B5271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90E"/>
    <w:rPr>
      <w:rFonts w:ascii="Times New Roman" w:eastAsia="Times New Roman" w:hAnsi="Times New Roman"/>
      <w:sz w:val="0"/>
      <w:szCs w:val="0"/>
    </w:rPr>
  </w:style>
  <w:style w:type="character" w:customStyle="1" w:styleId="TekstdymkaZnak">
    <w:name w:val="Tekst dymka Znak"/>
    <w:uiPriority w:val="99"/>
    <w:semiHidden/>
    <w:rsid w:val="00B5271A"/>
    <w:rPr>
      <w:rFonts w:ascii="Segoe UI" w:hAnsi="Segoe UI" w:cs="Segoe UI"/>
      <w:sz w:val="18"/>
      <w:szCs w:val="18"/>
    </w:rPr>
  </w:style>
  <w:style w:type="paragraph" w:customStyle="1" w:styleId="Default">
    <w:name w:val="Default"/>
    <w:uiPriority w:val="99"/>
    <w:rsid w:val="00B5271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B5271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E190E"/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basedOn w:val="DefaultParagraphFont"/>
    <w:uiPriority w:val="99"/>
    <w:semiHidden/>
    <w:rsid w:val="00B5271A"/>
    <w:rPr>
      <w:rFonts w:ascii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rsid w:val="00B5271A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E190E"/>
    <w:rPr>
      <w:rFonts w:ascii="Times New Roman" w:eastAsia="Times New Roman" w:hAnsi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B527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5271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190E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62</TotalTime>
  <Pages>14</Pages>
  <Words>3469</Words>
  <Characters>20814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Sumik</dc:creator>
  <cp:keywords/>
  <dc:description/>
  <cp:lastModifiedBy>A.Trzeciecka</cp:lastModifiedBy>
  <cp:revision>8</cp:revision>
  <cp:lastPrinted>2016-01-26T09:41:00Z</cp:lastPrinted>
  <dcterms:created xsi:type="dcterms:W3CDTF">2016-01-20T19:21:00Z</dcterms:created>
  <dcterms:modified xsi:type="dcterms:W3CDTF">2016-02-01T09:31:00Z</dcterms:modified>
</cp:coreProperties>
</file>