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DC" w:rsidRDefault="00705FDC" w:rsidP="00D0242F">
      <w:pPr>
        <w:jc w:val="righ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0242F">
        <w:rPr>
          <w:sz w:val="20"/>
          <w:szCs w:val="20"/>
        </w:rPr>
        <w:t>Załącznik Nr 1</w:t>
      </w:r>
      <w:r w:rsidRPr="00D0242F">
        <w:rPr>
          <w:sz w:val="20"/>
          <w:szCs w:val="20"/>
        </w:rPr>
        <w:br/>
      </w:r>
      <w:r w:rsidRPr="00D0242F">
        <w:rPr>
          <w:sz w:val="18"/>
          <w:szCs w:val="18"/>
        </w:rPr>
        <w:t>do Regulaminu użytkowania samochod</w:t>
      </w:r>
      <w:r>
        <w:rPr>
          <w:sz w:val="18"/>
          <w:szCs w:val="18"/>
        </w:rPr>
        <w:t>u</w:t>
      </w:r>
      <w:r w:rsidRPr="00D0242F">
        <w:rPr>
          <w:sz w:val="18"/>
          <w:szCs w:val="18"/>
        </w:rPr>
        <w:t xml:space="preserve"> służbow</w:t>
      </w:r>
      <w:r>
        <w:rPr>
          <w:sz w:val="18"/>
          <w:szCs w:val="18"/>
        </w:rPr>
        <w:t>ego</w:t>
      </w:r>
    </w:p>
    <w:p w:rsidR="00705FDC" w:rsidRDefault="00705FDC" w:rsidP="00D0242F">
      <w:pPr>
        <w:jc w:val="right"/>
        <w:rPr>
          <w:sz w:val="20"/>
          <w:szCs w:val="20"/>
        </w:rPr>
      </w:pPr>
      <w:r w:rsidRPr="00D0242F">
        <w:rPr>
          <w:sz w:val="20"/>
          <w:szCs w:val="20"/>
        </w:rPr>
        <w:t>Radziejowice, dnia…………………………….</w:t>
      </w:r>
    </w:p>
    <w:p w:rsidR="00705FDC" w:rsidRDefault="00705FDC" w:rsidP="00D0242F">
      <w:pPr>
        <w:rPr>
          <w:sz w:val="16"/>
          <w:szCs w:val="16"/>
        </w:rPr>
      </w:pP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br/>
      </w:r>
      <w:r w:rsidRPr="00D0242F">
        <w:rPr>
          <w:sz w:val="16"/>
          <w:szCs w:val="16"/>
        </w:rPr>
        <w:t>(pieczęć nagłówkowa)</w:t>
      </w:r>
    </w:p>
    <w:p w:rsidR="00705FDC" w:rsidRDefault="00705FDC" w:rsidP="00D0242F">
      <w:pPr>
        <w:rPr>
          <w:sz w:val="16"/>
          <w:szCs w:val="16"/>
        </w:rPr>
      </w:pP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br/>
      </w:r>
      <w:r w:rsidRPr="00D0242F">
        <w:rPr>
          <w:sz w:val="16"/>
          <w:szCs w:val="16"/>
        </w:rPr>
        <w:t>(numer upoważnienia)</w:t>
      </w:r>
    </w:p>
    <w:p w:rsidR="00705FDC" w:rsidRPr="00D0242F" w:rsidRDefault="00705FDC" w:rsidP="00D0242F">
      <w:pPr>
        <w:rPr>
          <w:b/>
          <w:bCs/>
          <w:sz w:val="16"/>
          <w:szCs w:val="16"/>
        </w:rPr>
      </w:pPr>
    </w:p>
    <w:p w:rsidR="00705FDC" w:rsidRDefault="00705FDC" w:rsidP="00D0242F">
      <w:pPr>
        <w:jc w:val="center"/>
        <w:rPr>
          <w:b/>
          <w:bCs/>
          <w:sz w:val="24"/>
          <w:szCs w:val="24"/>
        </w:rPr>
      </w:pPr>
      <w:r w:rsidRPr="00D0242F">
        <w:rPr>
          <w:b/>
          <w:bCs/>
          <w:sz w:val="24"/>
          <w:szCs w:val="24"/>
        </w:rPr>
        <w:t>UPOWAŻNIENIE</w:t>
      </w:r>
      <w:r w:rsidRPr="00D0242F">
        <w:rPr>
          <w:b/>
          <w:bCs/>
          <w:sz w:val="24"/>
          <w:szCs w:val="24"/>
        </w:rPr>
        <w:br/>
        <w:t>do kierowania samochodem służbowym</w:t>
      </w:r>
    </w:p>
    <w:p w:rsidR="00705FDC" w:rsidRDefault="00705FDC" w:rsidP="00D0242F">
      <w:pPr>
        <w:jc w:val="center"/>
        <w:rPr>
          <w:b/>
          <w:bCs/>
          <w:sz w:val="24"/>
          <w:szCs w:val="24"/>
        </w:rPr>
      </w:pPr>
    </w:p>
    <w:p w:rsidR="00705FDC" w:rsidRDefault="00705FDC" w:rsidP="00736324">
      <w:pPr>
        <w:spacing w:line="240" w:lineRule="auto"/>
        <w:jc w:val="center"/>
        <w:rPr>
          <w:sz w:val="16"/>
          <w:szCs w:val="16"/>
        </w:rPr>
      </w:pPr>
      <w:r>
        <w:t>Upoważniam………………………………………………………………………………………………………………………………………..</w:t>
      </w:r>
      <w:r>
        <w:rPr>
          <w:sz w:val="16"/>
          <w:szCs w:val="16"/>
        </w:rPr>
        <w:t>(imię i nazwisko pracownika)</w:t>
      </w:r>
    </w:p>
    <w:p w:rsidR="00705FDC" w:rsidRDefault="00705FDC" w:rsidP="00736324">
      <w:pPr>
        <w:spacing w:line="240" w:lineRule="auto"/>
        <w:jc w:val="center"/>
        <w:rPr>
          <w:sz w:val="16"/>
          <w:szCs w:val="16"/>
        </w:rPr>
      </w:pPr>
      <w:r>
        <w:t>…………………………………………………………………………………………………………………………………………………………….</w:t>
      </w:r>
      <w:r>
        <w:br/>
      </w:r>
      <w:r w:rsidRPr="00D0242F">
        <w:rPr>
          <w:sz w:val="16"/>
          <w:szCs w:val="16"/>
        </w:rPr>
        <w:t>(stanowisko służbowe, nazwa jednostki organizacyjnej)</w:t>
      </w:r>
    </w:p>
    <w:p w:rsidR="00705FDC" w:rsidRDefault="00705FDC" w:rsidP="00736324">
      <w:pPr>
        <w:spacing w:after="0" w:line="360" w:lineRule="auto"/>
        <w:jc w:val="both"/>
      </w:pPr>
      <w:r>
        <w:t>legitymującego się dowodem osobistym serii ………………………. nr ……………………………………………………. wystawionym przez ……………………………………………………………………………………………………………………………. oraz prawem jazdy kat. …………………… nr ………………………………………………………………………………………….., który posiada ważne okresowe badania lekarskie i psychologiczne stwierdzające brak przeciwwskazań psychologicznych do wykonywania pracy na stanowisku kierowcy,</w:t>
      </w:r>
    </w:p>
    <w:p w:rsidR="00705FDC" w:rsidRDefault="00705FDC" w:rsidP="004E5723">
      <w:pPr>
        <w:spacing w:after="240" w:line="360" w:lineRule="auto"/>
      </w:pPr>
      <w:r>
        <w:t>do prowadzenia samochodu służbowego marki ………………………………………………………………………………… o numerze rejestracyjnym ……………………………………………………………………………………………………………………</w:t>
      </w:r>
    </w:p>
    <w:p w:rsidR="00705FDC" w:rsidRDefault="00705FDC" w:rsidP="00736324">
      <w:pPr>
        <w:spacing w:after="240" w:line="360" w:lineRule="auto"/>
        <w:jc w:val="both"/>
      </w:pPr>
      <w:r>
        <w:t>Upoważniony zobowiązany jest do przestrzegania zasad określonych w Regulaminie użytkowania samochodu służbowego.</w:t>
      </w:r>
    </w:p>
    <w:p w:rsidR="00705FDC" w:rsidRDefault="00705FDC" w:rsidP="00736324">
      <w:pPr>
        <w:spacing w:after="240" w:line="360" w:lineRule="auto"/>
        <w:jc w:val="both"/>
      </w:pPr>
    </w:p>
    <w:p w:rsidR="00705FDC" w:rsidRDefault="00705FDC" w:rsidP="00736324">
      <w:pPr>
        <w:spacing w:after="240" w:line="360" w:lineRule="auto"/>
        <w:jc w:val="both"/>
      </w:pPr>
    </w:p>
    <w:p w:rsidR="00705FDC" w:rsidRDefault="00705FDC" w:rsidP="00736324">
      <w:pPr>
        <w:spacing w:after="0" w:line="240" w:lineRule="auto"/>
        <w:jc w:val="right"/>
      </w:pPr>
      <w:r>
        <w:t>……………………………………………..</w:t>
      </w:r>
      <w:r>
        <w:tab/>
      </w:r>
    </w:p>
    <w:p w:rsidR="00705FDC" w:rsidRDefault="00705FDC" w:rsidP="00736324">
      <w:pPr>
        <w:spacing w:after="0" w:line="240" w:lineRule="auto"/>
        <w:jc w:val="right"/>
        <w:rPr>
          <w:sz w:val="16"/>
          <w:szCs w:val="16"/>
        </w:rPr>
      </w:pPr>
      <w:r w:rsidRPr="00736324">
        <w:rPr>
          <w:sz w:val="16"/>
          <w:szCs w:val="16"/>
        </w:rPr>
        <w:t>(podpis i pieczęć Pracodawcy)</w:t>
      </w:r>
      <w:r>
        <w:rPr>
          <w:sz w:val="16"/>
          <w:szCs w:val="16"/>
        </w:rPr>
        <w:tab/>
      </w:r>
    </w:p>
    <w:p w:rsidR="00705FDC" w:rsidRDefault="00705FDC" w:rsidP="00736324">
      <w:pPr>
        <w:spacing w:after="0" w:line="360" w:lineRule="auto"/>
        <w:rPr>
          <w:sz w:val="16"/>
          <w:szCs w:val="16"/>
        </w:rPr>
      </w:pPr>
    </w:p>
    <w:p w:rsidR="00705FDC" w:rsidRDefault="00705FDC" w:rsidP="00736324">
      <w:pPr>
        <w:spacing w:after="0" w:line="360" w:lineRule="auto"/>
        <w:rPr>
          <w:sz w:val="16"/>
          <w:szCs w:val="16"/>
        </w:rPr>
      </w:pPr>
    </w:p>
    <w:p w:rsidR="00705FDC" w:rsidRDefault="00705FDC" w:rsidP="00736324">
      <w:pPr>
        <w:spacing w:after="0" w:line="360" w:lineRule="auto"/>
        <w:rPr>
          <w:sz w:val="16"/>
          <w:szCs w:val="16"/>
        </w:rPr>
      </w:pPr>
    </w:p>
    <w:p w:rsidR="00705FDC" w:rsidRDefault="00705FDC" w:rsidP="00736324">
      <w:pPr>
        <w:spacing w:after="0" w:line="360" w:lineRule="auto"/>
        <w:rPr>
          <w:sz w:val="16"/>
          <w:szCs w:val="16"/>
        </w:rPr>
      </w:pPr>
    </w:p>
    <w:p w:rsidR="00705FDC" w:rsidRDefault="00705FDC" w:rsidP="00736324">
      <w:pPr>
        <w:spacing w:after="0" w:line="360" w:lineRule="auto"/>
        <w:rPr>
          <w:sz w:val="16"/>
          <w:szCs w:val="16"/>
        </w:rPr>
      </w:pPr>
    </w:p>
    <w:p w:rsidR="00705FDC" w:rsidRDefault="00705FDC" w:rsidP="00736324">
      <w:pPr>
        <w:spacing w:after="0" w:line="240" w:lineRule="auto"/>
        <w:rPr>
          <w:sz w:val="16"/>
          <w:szCs w:val="16"/>
        </w:rPr>
      </w:pPr>
      <w:r w:rsidRPr="00736324">
        <w:rPr>
          <w:sz w:val="20"/>
          <w:szCs w:val="20"/>
          <w:u w:val="single"/>
        </w:rPr>
        <w:t>Otrzymują:</w:t>
      </w:r>
      <w:r>
        <w:rPr>
          <w:sz w:val="20"/>
          <w:szCs w:val="20"/>
        </w:rPr>
        <w:br/>
        <w:t>1. Upoważniony pracownik</w:t>
      </w:r>
      <w:r>
        <w:rPr>
          <w:sz w:val="20"/>
          <w:szCs w:val="20"/>
        </w:rPr>
        <w:br/>
        <w:t>2. a/a-2 szt.</w:t>
      </w:r>
    </w:p>
    <w:p w:rsidR="00705FDC" w:rsidRDefault="00705FDC" w:rsidP="00736324">
      <w:pPr>
        <w:spacing w:after="0" w:line="240" w:lineRule="auto"/>
        <w:rPr>
          <w:sz w:val="16"/>
          <w:szCs w:val="16"/>
        </w:rPr>
      </w:pPr>
    </w:p>
    <w:p w:rsidR="00705FDC" w:rsidRDefault="00705FDC" w:rsidP="00736324">
      <w:pPr>
        <w:spacing w:after="0" w:line="240" w:lineRule="auto"/>
        <w:rPr>
          <w:sz w:val="16"/>
          <w:szCs w:val="16"/>
        </w:rPr>
      </w:pPr>
    </w:p>
    <w:sectPr w:rsidR="00705FDC" w:rsidSect="00B2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FDC" w:rsidRDefault="00705FDC" w:rsidP="00A25381">
      <w:pPr>
        <w:spacing w:after="0" w:line="240" w:lineRule="auto"/>
      </w:pPr>
      <w:r>
        <w:separator/>
      </w:r>
    </w:p>
  </w:endnote>
  <w:endnote w:type="continuationSeparator" w:id="1">
    <w:p w:rsidR="00705FDC" w:rsidRDefault="00705FDC" w:rsidP="00A2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FDC" w:rsidRDefault="00705FDC" w:rsidP="00A25381">
      <w:pPr>
        <w:spacing w:after="0" w:line="240" w:lineRule="auto"/>
      </w:pPr>
      <w:r>
        <w:separator/>
      </w:r>
    </w:p>
  </w:footnote>
  <w:footnote w:type="continuationSeparator" w:id="1">
    <w:p w:rsidR="00705FDC" w:rsidRDefault="00705FDC" w:rsidP="00A25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44179"/>
    <w:multiLevelType w:val="hybridMultilevel"/>
    <w:tmpl w:val="B2D65A14"/>
    <w:lvl w:ilvl="0" w:tplc="B5226A9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413"/>
    <w:rsid w:val="000D7719"/>
    <w:rsid w:val="00153246"/>
    <w:rsid w:val="002F0D00"/>
    <w:rsid w:val="00351B84"/>
    <w:rsid w:val="00467A79"/>
    <w:rsid w:val="004E5723"/>
    <w:rsid w:val="005A498C"/>
    <w:rsid w:val="006010D5"/>
    <w:rsid w:val="00705FDC"/>
    <w:rsid w:val="00736324"/>
    <w:rsid w:val="00761D45"/>
    <w:rsid w:val="00764C28"/>
    <w:rsid w:val="007E1D49"/>
    <w:rsid w:val="00820C11"/>
    <w:rsid w:val="00A13680"/>
    <w:rsid w:val="00A25381"/>
    <w:rsid w:val="00AC6AF4"/>
    <w:rsid w:val="00AD3B37"/>
    <w:rsid w:val="00B27EB0"/>
    <w:rsid w:val="00B735EC"/>
    <w:rsid w:val="00BC6EAB"/>
    <w:rsid w:val="00C46DAD"/>
    <w:rsid w:val="00C61557"/>
    <w:rsid w:val="00D0242F"/>
    <w:rsid w:val="00D47014"/>
    <w:rsid w:val="00DF2D7E"/>
    <w:rsid w:val="00EB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B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A2538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2538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A25381"/>
    <w:rPr>
      <w:vertAlign w:val="superscript"/>
    </w:rPr>
  </w:style>
  <w:style w:type="paragraph" w:styleId="ListParagraph">
    <w:name w:val="List Paragraph"/>
    <w:basedOn w:val="Normal"/>
    <w:uiPriority w:val="99"/>
    <w:qFormat/>
    <w:rsid w:val="00A25381"/>
    <w:pPr>
      <w:ind w:left="720"/>
    </w:pPr>
  </w:style>
  <w:style w:type="table" w:styleId="TableGrid">
    <w:name w:val="Table Grid"/>
    <w:basedOn w:val="TableNormal"/>
    <w:uiPriority w:val="99"/>
    <w:rsid w:val="00351B8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169</Words>
  <Characters>1017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M.Strzemieczna</cp:lastModifiedBy>
  <cp:revision>6</cp:revision>
  <dcterms:created xsi:type="dcterms:W3CDTF">2015-12-31T11:09:00Z</dcterms:created>
  <dcterms:modified xsi:type="dcterms:W3CDTF">2016-01-12T10:21:00Z</dcterms:modified>
</cp:coreProperties>
</file>